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2985149D" w:rsidR="00F862D6" w:rsidRPr="003E6B9A" w:rsidRDefault="003853A8" w:rsidP="00F31794">
            <w:pPr>
              <w:ind w:right="169"/>
            </w:pPr>
            <w:r w:rsidRPr="003853A8">
              <w:rPr>
                <w:rFonts w:ascii="Helvetica" w:hAnsi="Helvetica"/>
              </w:rPr>
              <w:t>10848/2024-SŽ-SSV-Ú3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3853A8" w:rsidRDefault="00F862D6" w:rsidP="00D31450">
            <w:pPr>
              <w:ind w:right="169"/>
            </w:pPr>
            <w:r w:rsidRPr="003853A8">
              <w:t>Listů/příloh</w:t>
            </w:r>
          </w:p>
        </w:tc>
        <w:tc>
          <w:tcPr>
            <w:tcW w:w="2552" w:type="dxa"/>
          </w:tcPr>
          <w:p w14:paraId="333CD487" w14:textId="2CEE6517" w:rsidR="00F862D6" w:rsidRPr="003853A8" w:rsidRDefault="003853A8" w:rsidP="00D31450">
            <w:pPr>
              <w:ind w:right="169"/>
            </w:pPr>
            <w:r w:rsidRPr="003853A8">
              <w:t>12</w:t>
            </w:r>
            <w:r w:rsidR="003E6B9A" w:rsidRPr="003853A8">
              <w:t>/</w:t>
            </w:r>
            <w:r w:rsidRPr="003853A8">
              <w:t>9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E5BAAE5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6100C">
              <w:rPr>
                <w:noProof/>
              </w:rPr>
              <w:t>2.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0D5CE3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</w:t>
      </w: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4B390A">
        <w:rPr>
          <w:rFonts w:eastAsia="Calibri" w:cs="Times New Roman"/>
          <w:lang w:eastAsia="cs-CZ"/>
        </w:rPr>
        <w:t>28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D6100C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50617C9F" w14:textId="313EC911" w:rsidR="0027712A" w:rsidRPr="003853A8" w:rsidRDefault="0027712A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4B390A" w:rsidRPr="003853A8">
        <w:rPr>
          <w:rFonts w:asciiTheme="majorHAnsi" w:eastAsia="Calibri" w:hAnsiTheme="majorHAnsi" w:cs="Times New Roman"/>
          <w:b/>
          <w:lang w:eastAsia="cs-CZ"/>
        </w:rPr>
        <w:t>308</w:t>
      </w:r>
      <w:r w:rsidRPr="003853A8">
        <w:rPr>
          <w:rFonts w:asciiTheme="majorHAnsi" w:eastAsia="Calibri" w:hAnsiTheme="majorHAnsi" w:cs="Times New Roman"/>
          <w:b/>
          <w:lang w:eastAsia="cs-CZ"/>
        </w:rPr>
        <w:t>:</w:t>
      </w:r>
    </w:p>
    <w:p w14:paraId="0D748D87" w14:textId="77777777" w:rsidR="009135FB" w:rsidRPr="003853A8" w:rsidRDefault="009135FB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Ve výkazu výměr se nachází položka:</w:t>
      </w:r>
    </w:p>
    <w:p w14:paraId="7556E20F" w14:textId="63747173" w:rsidR="009135FB" w:rsidRPr="003853A8" w:rsidRDefault="009135FB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hAnsiTheme="majorHAnsi"/>
          <w:noProof/>
          <w:lang w:eastAsia="cs-CZ"/>
        </w:rPr>
        <w:drawing>
          <wp:inline distT="0" distB="0" distL="0" distR="0" wp14:anchorId="5A72115B" wp14:editId="280A9F8F">
            <wp:extent cx="5525770" cy="200891"/>
            <wp:effectExtent l="0" t="0" r="0" b="0"/>
            <wp:docPr id="206847700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256"/>
                    <a:stretch/>
                  </pic:blipFill>
                  <pic:spPr bwMode="auto">
                    <a:xfrm>
                      <a:off x="0" y="0"/>
                      <a:ext cx="5525770" cy="20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4C61D2" w14:textId="52A00E2F" w:rsidR="00A02302" w:rsidRPr="003853A8" w:rsidRDefault="009135FB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Předpokládáme 1ks pro SZZ, 1ks pro PZZ. Vzhledem k tomu, že výkaz výměr navazujícího TZZ ze směru Třebovice v Čechách obsahuje také protokol UTZ, prosíme zadavatele o prověření celkem 4ks u uvedené položky.</w:t>
      </w:r>
    </w:p>
    <w:p w14:paraId="19F2D225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58F3BEFD" w:rsidR="0027712A" w:rsidRPr="003853A8" w:rsidRDefault="0027712A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07CA068" w14:textId="77777777" w:rsidR="00765447" w:rsidRPr="003853A8" w:rsidRDefault="0076544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5822A4F9" w14:textId="67F8427A" w:rsidR="00765447" w:rsidRPr="003853A8" w:rsidRDefault="0076544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č.106 byla upravena na množství 1 KUS.</w:t>
      </w:r>
    </w:p>
    <w:p w14:paraId="2BEE9B8F" w14:textId="3C870147" w:rsidR="0027712A" w:rsidRPr="003853A8" w:rsidRDefault="0027712A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248CD72" w14:textId="77777777" w:rsidR="00D6100C" w:rsidRPr="003853A8" w:rsidRDefault="00D6100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65A9A29" w14:textId="2CCE0465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309:</w:t>
      </w:r>
    </w:p>
    <w:p w14:paraId="49A84376" w14:textId="77777777" w:rsidR="009135FB" w:rsidRPr="003853A8" w:rsidRDefault="009135FB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Domníváme se, že v kabelizaci (v.č.0701) chybí cca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1300m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 xml:space="preserve"> 48p v provedení ZE. Jde o vazební kabel mezi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 a Třebovicemi pro TZZ. Žádáme zadavatele o prověření a případné doplnění/opravu ZD a soupisu prací.</w:t>
      </w:r>
    </w:p>
    <w:p w14:paraId="02E70351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94CBA4" w14:textId="5DFE6149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0A205C2" w14:textId="77777777" w:rsidR="00CD07B0" w:rsidRPr="003853A8" w:rsidRDefault="00CD07B0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 xml:space="preserve">Byl upraven soupis prací. </w:t>
      </w:r>
    </w:p>
    <w:p w14:paraId="41536265" w14:textId="29FD0A73" w:rsidR="00CD07B0" w:rsidRPr="003853A8" w:rsidRDefault="00CD07B0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 xml:space="preserve">Byla upravena příloha </w:t>
      </w:r>
      <w:r w:rsidR="000548B2" w:rsidRPr="003853A8">
        <w:rPr>
          <w:rFonts w:asciiTheme="majorHAnsi" w:hAnsiTheme="majorHAnsi"/>
          <w:b/>
          <w:bCs/>
        </w:rPr>
        <w:t>2.701 a 2.702</w:t>
      </w:r>
      <w:r w:rsidRPr="003853A8">
        <w:rPr>
          <w:rFonts w:asciiTheme="majorHAnsi" w:hAnsiTheme="majorHAnsi"/>
          <w:b/>
          <w:bCs/>
        </w:rPr>
        <w:t>.</w:t>
      </w:r>
    </w:p>
    <w:p w14:paraId="1026980A" w14:textId="7F430230" w:rsidR="00CD07B0" w:rsidRPr="003853A8" w:rsidRDefault="00CD07B0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</w:t>
      </w:r>
      <w:r w:rsidR="00EE0E18" w:rsidRPr="003853A8">
        <w:rPr>
          <w:rFonts w:asciiTheme="majorHAnsi" w:hAnsiTheme="majorHAnsi"/>
        </w:rPr>
        <w:t xml:space="preserve">22 a 26 </w:t>
      </w:r>
      <w:r w:rsidRPr="003853A8">
        <w:rPr>
          <w:rFonts w:asciiTheme="majorHAnsi" w:hAnsiTheme="majorHAnsi"/>
        </w:rPr>
        <w:t xml:space="preserve">byla upravena na množství </w:t>
      </w:r>
      <w:r w:rsidR="00EE0E18" w:rsidRPr="003853A8">
        <w:rPr>
          <w:rFonts w:asciiTheme="majorHAnsi" w:hAnsiTheme="majorHAnsi"/>
        </w:rPr>
        <w:t>3762,67</w:t>
      </w:r>
      <w:r w:rsidRPr="003853A8">
        <w:rPr>
          <w:rFonts w:asciiTheme="majorHAnsi" w:hAnsiTheme="majorHAnsi"/>
        </w:rPr>
        <w:t xml:space="preserve"> K</w:t>
      </w:r>
      <w:r w:rsidR="00EE0E18" w:rsidRPr="003853A8">
        <w:rPr>
          <w:rFonts w:asciiTheme="majorHAnsi" w:hAnsiTheme="majorHAnsi"/>
        </w:rPr>
        <w:t>MPÁR</w:t>
      </w:r>
      <w:r w:rsidRPr="003853A8">
        <w:rPr>
          <w:rFonts w:asciiTheme="majorHAnsi" w:hAnsiTheme="majorHAnsi"/>
        </w:rPr>
        <w:t>.</w:t>
      </w:r>
    </w:p>
    <w:p w14:paraId="29028F1A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238949C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FAA1F68" w14:textId="4A15376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310:</w:t>
      </w:r>
    </w:p>
    <w:p w14:paraId="2C83A07D" w14:textId="2EFDA56E" w:rsidR="00FF3BE5" w:rsidRPr="003853A8" w:rsidRDefault="00DA2436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2ks dodávky a montáže skříně technologických počítačů. Domníváme se, že je dostačující množství 1ks. Žádáme zadavatele o prověření.</w:t>
      </w:r>
    </w:p>
    <w:p w14:paraId="3471EA04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0B0AEBB" w14:textId="7376ED13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84208A1" w14:textId="77777777" w:rsidR="00765447" w:rsidRPr="003853A8" w:rsidRDefault="0076544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4851FAD4" w14:textId="50ABA8A5" w:rsidR="00765447" w:rsidRPr="003853A8" w:rsidRDefault="0076544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č.41 a 42 byla upravena na množství 1 KUS.</w:t>
      </w:r>
    </w:p>
    <w:p w14:paraId="3C0B8436" w14:textId="112B6C74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9EC5F2E" w14:textId="77777777" w:rsidR="00D6100C" w:rsidRPr="003853A8" w:rsidRDefault="00D6100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A7B97CD" w14:textId="485EC086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lastRenderedPageBreak/>
        <w:t>Dotaz č. 311:</w:t>
      </w:r>
    </w:p>
    <w:p w14:paraId="1CF6E618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24-01-11.2,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SZZ</w:t>
      </w:r>
      <w:r w:rsidRPr="003853A8">
        <w:rPr>
          <w:rFonts w:asciiTheme="majorHAnsi" w:eastAsia="Times New Roman" w:hAnsiTheme="majorHAnsi" w:cs="Times New Roman"/>
          <w:lang w:eastAsia="cs-CZ"/>
        </w:rPr>
        <w:t>. V soupisu prací se nachází položky:</w:t>
      </w:r>
    </w:p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5812"/>
        <w:gridCol w:w="566"/>
        <w:gridCol w:w="1276"/>
      </w:tblGrid>
      <w:tr w:rsidR="003853A8" w:rsidRPr="003853A8" w14:paraId="0CE21E3E" w14:textId="77777777" w:rsidTr="00777D28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34288093" w14:textId="77777777" w:rsidR="00777D28" w:rsidRPr="003853A8" w:rsidRDefault="00777D28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D95A5A" w14:textId="77777777" w:rsidR="00777D28" w:rsidRPr="003853A8" w:rsidRDefault="00777D28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702111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7D6BE517" w14:textId="77777777" w:rsidR="00777D28" w:rsidRPr="003853A8" w:rsidRDefault="00777D28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KABELOVÝ ŽLAB ZEMNÍ VCETNE KRYTU SVETLÉ ŠÍRKY DO 120 MM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F409E9D" w14:textId="77777777" w:rsidR="00777D28" w:rsidRPr="003853A8" w:rsidRDefault="00777D28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11BF3B" w14:textId="77777777" w:rsidR="00777D28" w:rsidRPr="003853A8" w:rsidRDefault="00777D28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4 860,000</w:t>
            </w:r>
          </w:p>
        </w:tc>
      </w:tr>
      <w:tr w:rsidR="003853A8" w:rsidRPr="003853A8" w14:paraId="6085B79F" w14:textId="77777777" w:rsidTr="00777D28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59AEE1E6" w14:textId="77777777" w:rsidR="00777D28" w:rsidRPr="003853A8" w:rsidRDefault="00777D28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1D294C" w14:textId="77777777" w:rsidR="00777D28" w:rsidRPr="003853A8" w:rsidRDefault="00777D28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702112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6AC5FBEF" w14:textId="77777777" w:rsidR="00777D28" w:rsidRPr="003853A8" w:rsidRDefault="00777D28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KABELOVÝ ŽLAB ZEMNÍ VCETNE KRYTU SVETLÉ ŠÍRKY PRES 120 DO 250 MM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485EE9EC" w14:textId="77777777" w:rsidR="00777D28" w:rsidRPr="003853A8" w:rsidRDefault="00777D28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40E45D" w14:textId="77777777" w:rsidR="00777D28" w:rsidRPr="003853A8" w:rsidRDefault="00777D28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4 905,000</w:t>
            </w:r>
          </w:p>
        </w:tc>
      </w:tr>
    </w:tbl>
    <w:p w14:paraId="6C305A82" w14:textId="77777777" w:rsidR="00DA2436" w:rsidRPr="003853A8" w:rsidRDefault="00DA2436" w:rsidP="00D6100C">
      <w:pPr>
        <w:spacing w:after="0"/>
        <w:rPr>
          <w:rFonts w:asciiTheme="majorHAnsi" w:hAnsiTheme="majorHAnsi" w:cstheme="minorHAnsi"/>
        </w:rPr>
      </w:pPr>
      <w:r w:rsidRPr="003853A8">
        <w:rPr>
          <w:rFonts w:asciiTheme="majorHAnsi" w:hAnsiTheme="majorHAnsi" w:cstheme="minorHAnsi"/>
        </w:rPr>
        <w:t>Předpokládáme správně, že se požadují zemní, plastové, běžně používané, zavedené žlaby?</w:t>
      </w:r>
    </w:p>
    <w:p w14:paraId="4B4D2623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1126AC9" w14:textId="0C0C34AA" w:rsidR="00FF3BE5" w:rsidRPr="003853A8" w:rsidRDefault="00FF3BE5" w:rsidP="00D6100C">
      <w:pPr>
        <w:spacing w:after="0"/>
        <w:rPr>
          <w:rFonts w:asciiTheme="majorHAnsi" w:hAnsiTheme="majorHAnsi" w:cstheme="minorHAnsi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82C2533" w14:textId="7F560152" w:rsidR="0064347E" w:rsidRPr="003853A8" w:rsidRDefault="0064347E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 xml:space="preserve">Ano, jedná se zemní plastový </w:t>
      </w:r>
      <w:r w:rsidR="00593EE5" w:rsidRPr="003853A8">
        <w:rPr>
          <w:rFonts w:asciiTheme="majorHAnsi" w:hAnsiTheme="majorHAnsi"/>
          <w:bCs/>
        </w:rPr>
        <w:t xml:space="preserve">žlab </w:t>
      </w:r>
      <w:r w:rsidRPr="003853A8">
        <w:rPr>
          <w:rFonts w:asciiTheme="majorHAnsi" w:hAnsiTheme="majorHAnsi"/>
          <w:bCs/>
        </w:rPr>
        <w:t>běžně používaný na SŽ.</w:t>
      </w:r>
    </w:p>
    <w:p w14:paraId="6B23F736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DCFC00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01F7CAC" w14:textId="1BA35AD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312:</w:t>
      </w:r>
    </w:p>
    <w:p w14:paraId="36DBF549" w14:textId="77777777" w:rsidR="00DA2436" w:rsidRPr="003853A8" w:rsidRDefault="00DA2436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24-01-11.2,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SZZ</w:t>
      </w:r>
      <w:r w:rsidRPr="003853A8">
        <w:rPr>
          <w:rFonts w:asciiTheme="majorHAnsi" w:eastAsia="Times New Roman" w:hAnsiTheme="majorHAnsi" w:cs="Times New Roman"/>
          <w:lang w:eastAsia="cs-CZ"/>
        </w:rPr>
        <w:t>. Dle ZD se předpokládá vybudování provizorních návěstidel. V soupisu prací postrádáme položku pro jejich přezkoušení. Žádáme zadavatele o doplnění.</w:t>
      </w:r>
    </w:p>
    <w:p w14:paraId="1191C87B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C401F31" w14:textId="69BCF862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06E2693" w14:textId="77777777" w:rsidR="00765447" w:rsidRPr="003853A8" w:rsidRDefault="0076544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7CCAB2C2" w14:textId="7D260E8E" w:rsidR="00765447" w:rsidRPr="003853A8" w:rsidRDefault="0076544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93 (75E157) v množství 30 KUS.</w:t>
      </w:r>
    </w:p>
    <w:p w14:paraId="15479CE9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75B5641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60903FD" w14:textId="524274A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313:</w:t>
      </w:r>
    </w:p>
    <w:p w14:paraId="36458129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24-01-11.2,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SZZ</w:t>
      </w:r>
      <w:r w:rsidRPr="003853A8">
        <w:rPr>
          <w:rFonts w:asciiTheme="majorHAnsi" w:eastAsia="Times New Roman" w:hAnsiTheme="majorHAnsi" w:cs="Times New Roman"/>
          <w:lang w:eastAsia="cs-CZ"/>
        </w:rPr>
        <w:t>. V TZ je uvedeno:</w:t>
      </w:r>
    </w:p>
    <w:p w14:paraId="2378C987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„Zjišťování volnosti výhybek a kolejí na zhlavích a polohy výhybek nebo jejich</w:t>
      </w:r>
    </w:p>
    <w:p w14:paraId="6BD80C64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ruční přestavování budou zajišťovat výhybkáři, pro něž budou umístěny na zhlavích buňky jako</w:t>
      </w:r>
    </w:p>
    <w:p w14:paraId="3DB84526" w14:textId="095224D3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provizorní výhybkářská stanoviště. Dvě provizorní stanoviště budou na lichém zhlaví, dvě na sudém zhlaví.“ </w:t>
      </w:r>
    </w:p>
    <w:p w14:paraId="6141A842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2EE0C392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„Během přepínání ze stávajícího RZZ na provizorní M-PZZ anebo z provizorního M-PZZ na</w:t>
      </w:r>
    </w:p>
    <w:p w14:paraId="7FBB7879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definitivní SZZ budou v kolejišti použity ještě provizorní buňky jako provizorní výhybkářská stanoviště, je</w:t>
      </w:r>
    </w:p>
    <w:p w14:paraId="5609C240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uvažováno se třemi buňkami v obvodu St.019 a jednou v obvodu St.039.“</w:t>
      </w:r>
    </w:p>
    <w:p w14:paraId="4F6DFAAC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49368821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Výše uvedené odpovídá celkem 4ks stanovišť výhybkářů.</w:t>
      </w:r>
    </w:p>
    <w:p w14:paraId="4C112631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48F2F539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Ve výkrese č. 2.601 je zakresleno celkem 5ks stanovišť výhybkářů (</w:t>
      </w:r>
      <w:proofErr w:type="spellStart"/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St.I</w:t>
      </w:r>
      <w:proofErr w:type="spellEnd"/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>, II, III, IV a další I).</w:t>
      </w:r>
    </w:p>
    <w:p w14:paraId="2BB67A3A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614727B3" w14:textId="77777777" w:rsidR="00DA2436" w:rsidRPr="003853A8" w:rsidRDefault="00DA2436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Dotaz úzce souvisí s položkami:</w:t>
      </w:r>
    </w:p>
    <w:tbl>
      <w:tblPr>
        <w:tblW w:w="8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4663"/>
        <w:gridCol w:w="1056"/>
        <w:gridCol w:w="1417"/>
      </w:tblGrid>
      <w:tr w:rsidR="003853A8" w:rsidRPr="003853A8" w14:paraId="483F04C7" w14:textId="77777777" w:rsidTr="00F65D93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63BA4D8B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3DB891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R75D166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43DE822B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PROVIZORNÍ BUNKA VÝH.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STANOVIŠTE - PRONÁJEM</w:t>
            </w:r>
            <w:proofErr w:type="gramEnd"/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4A349040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kus/</w:t>
            </w:r>
            <w:proofErr w:type="spell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mesíc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8EBEEA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30,000</w:t>
            </w:r>
          </w:p>
        </w:tc>
      </w:tr>
      <w:tr w:rsidR="003853A8" w:rsidRPr="003853A8" w14:paraId="4DF58686" w14:textId="77777777" w:rsidTr="00F65D93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4A7241B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20E32C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R75D167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07B7CDC7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PROVIZORNÍ BUNKA VÝH.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STANOVIŠTE - MONTÁŽ</w:t>
            </w:r>
            <w:proofErr w:type="gramEnd"/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315E0703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KUS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3FCF02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30,000</w:t>
            </w:r>
          </w:p>
        </w:tc>
      </w:tr>
      <w:tr w:rsidR="003853A8" w:rsidRPr="003853A8" w14:paraId="76EC36FC" w14:textId="77777777" w:rsidTr="00F65D93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3693D3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89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D1FAFD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R75D168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5196A6FB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PROVIZORNÍ BUNKA VÝH.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STANOVIŠTE - DEMONTÁŽ</w:t>
            </w:r>
            <w:proofErr w:type="gramEnd"/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1B90DAAE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KUS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22037B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30,000</w:t>
            </w:r>
          </w:p>
        </w:tc>
      </w:tr>
      <w:tr w:rsidR="003853A8" w:rsidRPr="003853A8" w14:paraId="2AEA0025" w14:textId="77777777" w:rsidTr="00F65D93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064F51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1DB450" w14:textId="77777777" w:rsidR="00F65D93" w:rsidRPr="003853A8" w:rsidRDefault="00F65D93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R75E117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5E9B2B64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DOZOR PRACOVNÍKU NA PROVIZORNÍCH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VÝH:STANOVIŠTÍCH</w:t>
            </w:r>
            <w:proofErr w:type="gramEnd"/>
          </w:p>
        </w:tc>
        <w:tc>
          <w:tcPr>
            <w:tcW w:w="1042" w:type="dxa"/>
            <w:shd w:val="clear" w:color="auto" w:fill="auto"/>
            <w:noWrap/>
            <w:vAlign w:val="center"/>
            <w:hideMark/>
          </w:tcPr>
          <w:p w14:paraId="01DC7C5D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HOD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9BB7E2" w14:textId="77777777" w:rsidR="00F65D93" w:rsidRPr="003853A8" w:rsidRDefault="00F65D93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43 200,000</w:t>
            </w:r>
          </w:p>
        </w:tc>
      </w:tr>
    </w:tbl>
    <w:p w14:paraId="2710CB9F" w14:textId="68A02BB9" w:rsidR="00BE6A8C" w:rsidRPr="003853A8" w:rsidRDefault="00BE6A8C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08587EDA" w14:textId="747BE3B9" w:rsidR="00BE6A8C" w:rsidRPr="003853A8" w:rsidRDefault="00BE6A8C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hAnsiTheme="majorHAnsi" w:cstheme="minorHAnsi"/>
        </w:rPr>
        <w:t>Žádáme zadavatele o prověření, kolik stanovišť výhybkářů se požaduje v rámci tohoto PS zřídit a po jakou dobu? V této souvislosti žádáme zadavatele o případnou korekci množství u uvedených položek.</w:t>
      </w:r>
    </w:p>
    <w:p w14:paraId="3AF93CA2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EB5A70E" w14:textId="20C4DA59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D694C9" w14:textId="4A0E76CA" w:rsidR="00FF3BE5" w:rsidRPr="003853A8" w:rsidRDefault="000548B2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P</w:t>
      </w:r>
      <w:r w:rsidR="00004CCD" w:rsidRPr="003853A8">
        <w:rPr>
          <w:rFonts w:asciiTheme="majorHAnsi" w:hAnsiTheme="majorHAnsi"/>
          <w:bCs/>
        </w:rPr>
        <w:t>áté</w:t>
      </w:r>
      <w:r w:rsidRPr="003853A8">
        <w:rPr>
          <w:rFonts w:asciiTheme="majorHAnsi" w:hAnsiTheme="majorHAnsi"/>
          <w:bCs/>
        </w:rPr>
        <w:t xml:space="preserve"> stanoviště</w:t>
      </w:r>
      <w:r w:rsidR="00004CCD" w:rsidRPr="003853A8">
        <w:rPr>
          <w:rFonts w:asciiTheme="majorHAnsi" w:hAnsiTheme="majorHAnsi"/>
          <w:bCs/>
        </w:rPr>
        <w:t xml:space="preserve"> výhybkáře</w:t>
      </w:r>
      <w:r w:rsidRPr="003853A8">
        <w:rPr>
          <w:rFonts w:asciiTheme="majorHAnsi" w:hAnsiTheme="majorHAnsi"/>
          <w:bCs/>
        </w:rPr>
        <w:t xml:space="preserve"> se nachází na rušené </w:t>
      </w:r>
      <w:proofErr w:type="spellStart"/>
      <w:r w:rsidRPr="003853A8">
        <w:rPr>
          <w:rFonts w:asciiTheme="majorHAnsi" w:hAnsiTheme="majorHAnsi"/>
          <w:bCs/>
        </w:rPr>
        <w:t>odb</w:t>
      </w:r>
      <w:proofErr w:type="spellEnd"/>
      <w:r w:rsidRPr="003853A8">
        <w:rPr>
          <w:rFonts w:asciiTheme="majorHAnsi" w:hAnsiTheme="majorHAnsi"/>
          <w:bCs/>
        </w:rPr>
        <w:t>. Parník.</w:t>
      </w:r>
    </w:p>
    <w:p w14:paraId="3737DC15" w14:textId="453C3D9D" w:rsidR="00982F78" w:rsidRPr="003853A8" w:rsidRDefault="00982F78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Stanoviště bude zřízeno</w:t>
      </w:r>
      <w:r w:rsidR="00004CCD" w:rsidRPr="003853A8">
        <w:rPr>
          <w:rFonts w:asciiTheme="majorHAnsi" w:hAnsiTheme="majorHAnsi"/>
          <w:bCs/>
        </w:rPr>
        <w:t xml:space="preserve"> </w:t>
      </w:r>
      <w:r w:rsidRPr="003853A8">
        <w:rPr>
          <w:rFonts w:asciiTheme="majorHAnsi" w:hAnsiTheme="majorHAnsi"/>
          <w:bCs/>
        </w:rPr>
        <w:t>pro přepínání technologie SZZ</w:t>
      </w:r>
      <w:r w:rsidR="008D7022" w:rsidRPr="003853A8">
        <w:rPr>
          <w:rFonts w:asciiTheme="majorHAnsi" w:hAnsiTheme="majorHAnsi"/>
          <w:bCs/>
        </w:rPr>
        <w:t xml:space="preserve"> a následně odstraněno</w:t>
      </w:r>
      <w:r w:rsidRPr="003853A8">
        <w:rPr>
          <w:rFonts w:asciiTheme="majorHAnsi" w:hAnsiTheme="majorHAnsi"/>
          <w:bCs/>
        </w:rPr>
        <w:t xml:space="preserve">. </w:t>
      </w:r>
    </w:p>
    <w:p w14:paraId="3D2DDF01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97541C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6B84091" w14:textId="3BEC26B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lastRenderedPageBreak/>
        <w:t>Dotaz č. 314:</w:t>
      </w:r>
    </w:p>
    <w:p w14:paraId="71FCA4ED" w14:textId="77777777" w:rsidR="00BE6A8C" w:rsidRPr="003853A8" w:rsidRDefault="00BE6A8C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24-01-11.2,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SZZ</w:t>
      </w:r>
      <w:r w:rsidRPr="003853A8">
        <w:rPr>
          <w:rFonts w:asciiTheme="majorHAnsi" w:eastAsia="Times New Roman" w:hAnsiTheme="majorHAnsi" w:cs="Times New Roman"/>
          <w:lang w:eastAsia="cs-CZ"/>
        </w:rPr>
        <w:t>. V ZD, dle oddílu B.8.1.1 odhad délku pronájmu kontejnerů cca 12/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2024 – 10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 xml:space="preserve">/2030, tj. cca 70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měs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na 1 kontejner. Žádáme zadavatele o prověření předpokládané délky pronájmu kontejnerů ve vztahu k pol. č. 77 (KONTEJNER MOBILNÍHO PROVIZORNÍHO ZABEZPECOVACÍHO ZARÍZENÍ VCETNE SW, JOP, MONTÁŽE A DEMONTÁŽE ZA DRUHÝ MESÍC – PRONÁJEM, 294 kus/měsíc). Dále prosíme zadavatele o rozpis (tabulku) předpokládaných počtů kontejnerů, jejich umístění a předpokládané délky jejich pronájmů.</w:t>
      </w:r>
    </w:p>
    <w:p w14:paraId="7591D509" w14:textId="045010A9" w:rsidR="00FF3BE5" w:rsidRPr="003853A8" w:rsidRDefault="00BE6A8C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návaznosti i položky mobilní provizorní DK.</w:t>
      </w:r>
    </w:p>
    <w:p w14:paraId="0C23E234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6A6BCB7" w14:textId="0697E474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D7FB518" w14:textId="77777777" w:rsidR="00FD4A2E" w:rsidRPr="003853A8" w:rsidRDefault="00982F78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Doba využití jednotlivých kontejnerů je patrná z části dokumentace B.4.1</w:t>
      </w:r>
      <w:r w:rsidR="008A30F8" w:rsidRPr="003853A8">
        <w:rPr>
          <w:rFonts w:asciiTheme="majorHAnsi" w:hAnsiTheme="majorHAnsi"/>
          <w:bCs/>
        </w:rPr>
        <w:t xml:space="preserve">. </w:t>
      </w:r>
      <w:r w:rsidR="00FD4A2E" w:rsidRPr="003853A8">
        <w:rPr>
          <w:rFonts w:asciiTheme="majorHAnsi" w:hAnsiTheme="majorHAnsi"/>
          <w:bCs/>
        </w:rPr>
        <w:t>Podrobný rozpis a umístění kontejnerů je součástí realizační dokumentace zhotovitele na základě jim navržených konkrétních technologií.</w:t>
      </w:r>
    </w:p>
    <w:p w14:paraId="7FF2938A" w14:textId="3753384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81317E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F881198" w14:textId="5618E649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315:</w:t>
      </w:r>
    </w:p>
    <w:p w14:paraId="1217BB8E" w14:textId="05DA173C" w:rsidR="00FF3BE5" w:rsidRPr="003853A8" w:rsidRDefault="00BE6A8C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24-01-71.4,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úprava ETCS</w:t>
      </w:r>
      <w:r w:rsidRPr="003853A8">
        <w:rPr>
          <w:rFonts w:asciiTheme="majorHAnsi" w:eastAsia="Times New Roman" w:hAnsiTheme="majorHAnsi" w:cs="Times New Roman"/>
          <w:lang w:eastAsia="cs-CZ"/>
        </w:rPr>
        <w:t>. V situačních schématech jsme napočítali celkem 41ks (zeleně zabarvených) návěstidel na lávce/konstrukci/zastřešení. V soupisu prací se nachází celkem 34ks těchto návěstidel. Žádáme zadavatele o prověření.</w:t>
      </w:r>
    </w:p>
    <w:p w14:paraId="1F27ACC1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382E711" w14:textId="57A990D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2D2E65B" w14:textId="77777777" w:rsidR="00216B3E" w:rsidRPr="003853A8" w:rsidRDefault="00216B3E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5A860A3E" w14:textId="441B6C46" w:rsidR="00216B3E" w:rsidRPr="003853A8" w:rsidRDefault="00216B3E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</w:t>
      </w:r>
      <w:r w:rsidR="00C064C5" w:rsidRPr="003853A8">
        <w:rPr>
          <w:rFonts w:asciiTheme="majorHAnsi" w:hAnsiTheme="majorHAnsi"/>
        </w:rPr>
        <w:t>11</w:t>
      </w:r>
      <w:r w:rsidRPr="003853A8">
        <w:rPr>
          <w:rFonts w:asciiTheme="majorHAnsi" w:hAnsiTheme="majorHAnsi"/>
        </w:rPr>
        <w:t xml:space="preserve"> byla upravena na množství </w:t>
      </w:r>
      <w:r w:rsidR="00C064C5" w:rsidRPr="003853A8">
        <w:rPr>
          <w:rFonts w:asciiTheme="majorHAnsi" w:hAnsiTheme="majorHAnsi"/>
        </w:rPr>
        <w:t>30</w:t>
      </w:r>
      <w:r w:rsidRPr="003853A8">
        <w:rPr>
          <w:rFonts w:asciiTheme="majorHAnsi" w:hAnsiTheme="majorHAnsi"/>
        </w:rPr>
        <w:t xml:space="preserve"> KUS.</w:t>
      </w:r>
    </w:p>
    <w:p w14:paraId="0E683B0F" w14:textId="6DFEA200" w:rsidR="00C064C5" w:rsidRPr="003853A8" w:rsidRDefault="00C064C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č.12 byla upravena na množství 11 KUS.</w:t>
      </w:r>
    </w:p>
    <w:p w14:paraId="45DBC5CD" w14:textId="501B379D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F315129" w14:textId="77777777" w:rsidR="00D6100C" w:rsidRPr="003853A8" w:rsidRDefault="00D6100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B402F01" w14:textId="2767FD29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316:</w:t>
      </w:r>
    </w:p>
    <w:p w14:paraId="05BE0124" w14:textId="77777777" w:rsidR="00BE6A8C" w:rsidRPr="003853A8" w:rsidRDefault="00BE6A8C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PS</w:t>
      </w: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11-01-21.1,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C.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Byl nalezen nesoulad mezi výpočtem a soupisem prací:</w:t>
      </w:r>
    </w:p>
    <w:tbl>
      <w:tblPr>
        <w:tblW w:w="8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4678"/>
        <w:gridCol w:w="960"/>
        <w:gridCol w:w="960"/>
        <w:gridCol w:w="960"/>
      </w:tblGrid>
      <w:tr w:rsidR="003853A8" w:rsidRPr="003853A8" w14:paraId="0616104C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D5082E7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BAE250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088DD6B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34136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9B1AB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b/>
                <w:bCs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b/>
                <w:bCs/>
                <w:lang w:eastAsia="cs-CZ"/>
              </w:rPr>
              <w:t>soupis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1F378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b/>
                <w:bCs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b/>
                <w:bCs/>
                <w:lang w:eastAsia="cs-CZ"/>
              </w:rPr>
              <w:t>výpočet</w:t>
            </w:r>
          </w:p>
        </w:tc>
      </w:tr>
      <w:tr w:rsidR="003853A8" w:rsidRPr="003853A8" w14:paraId="2B1B560C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77BF4F3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70D0BE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75A131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4804C0EB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KABEL METALICKÝ DVOUPLÁŠTOVÝ DO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DODÁVKA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9E48A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174EC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6,000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F6611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0,900</w:t>
            </w:r>
          </w:p>
        </w:tc>
      </w:tr>
      <w:tr w:rsidR="003853A8" w:rsidRPr="003853A8" w14:paraId="397FBC7E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52C0C2DB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0023C0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75A141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48684E92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KABEL METALICKÝ DVOUPLÁŠTOVÝ PRES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DODÁVKA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B1E5D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8C222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C5EDA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0,320</w:t>
            </w:r>
          </w:p>
        </w:tc>
      </w:tr>
      <w:tr w:rsidR="003853A8" w:rsidRPr="003853A8" w14:paraId="4B370DF7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746F0BCE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24DC77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75A151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182A9A2C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KABEL METALICKÝ SE STÍNENÍM DO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DODÁVKA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954C4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5A152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158,400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A9085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119,170</w:t>
            </w:r>
          </w:p>
        </w:tc>
      </w:tr>
      <w:tr w:rsidR="003853A8" w:rsidRPr="003853A8" w14:paraId="2195A326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A1F99CB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5BCB26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75A161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618D58CE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KABEL METALICKÝ SE STÍNENÍM PRES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DODÁVKA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4B52D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726C3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475,200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6CF25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273,360</w:t>
            </w:r>
          </w:p>
        </w:tc>
      </w:tr>
      <w:tr w:rsidR="003853A8" w:rsidRPr="003853A8" w14:paraId="7514D529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04A0A114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503F8E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75A217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1EA2E269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ZATAŽENÍ A SPOJKOVÁNÍ KABELU DO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MONTÁŽ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495FB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AB519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6,000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23DAD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0,900</w:t>
            </w:r>
          </w:p>
        </w:tc>
      </w:tr>
      <w:tr w:rsidR="003853A8" w:rsidRPr="003853A8" w14:paraId="2D8AA879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427264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2B40C3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75A227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39608242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ZATAŽENÍ A SPOJKOVÁNÍ KABELU PRES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MONTÁŽ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1FCE9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0055CE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88D8A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0,320</w:t>
            </w:r>
          </w:p>
        </w:tc>
      </w:tr>
      <w:tr w:rsidR="003853A8" w:rsidRPr="003853A8" w14:paraId="22C9F36A" w14:textId="77777777" w:rsidTr="00BE6A8C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B6DEC6B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13A323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75A237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3661629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ZATAŽENÍ A SPOJKOVÁNÍ KABELU SE STÍNENÍM DO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MONTÁŽ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6CEF53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6181F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158,400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8365A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119,170</w:t>
            </w:r>
          </w:p>
        </w:tc>
      </w:tr>
      <w:tr w:rsidR="003853A8" w:rsidRPr="003853A8" w14:paraId="568C61CC" w14:textId="77777777" w:rsidTr="00BE6A8C">
        <w:trPr>
          <w:trHeight w:val="6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388BDF62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057D14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75A247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129C573D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ZATAŽENÍ A SPOJKOVÁNÍ KABELU SE STÍNENÍM PRES 12 </w:t>
            </w:r>
            <w:proofErr w:type="gramStart"/>
            <w:r w:rsidRPr="003853A8">
              <w:rPr>
                <w:rFonts w:asciiTheme="majorHAnsi" w:eastAsia="Times New Roman" w:hAnsiTheme="majorHAnsi" w:cs="Calibri"/>
                <w:lang w:eastAsia="cs-CZ"/>
              </w:rPr>
              <w:t>PÁRU - MONTÁŽ</w:t>
            </w:r>
            <w:proofErr w:type="gram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B7303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KMPÁR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8083E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475,200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0F74F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273,360</w:t>
            </w:r>
          </w:p>
        </w:tc>
      </w:tr>
      <w:tr w:rsidR="003853A8" w:rsidRPr="003853A8" w14:paraId="09AEC5CD" w14:textId="77777777" w:rsidTr="00BE6A8C">
        <w:trPr>
          <w:trHeight w:val="6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290AF9D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AE1870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75A311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28EC6AF0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KABELOVÁ FORMA (UKONCENÍ KABELU) PRO KABELY ZABEZPECOVACÍ DO 12 PÁRU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F4265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KUS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2E1EC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24,000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214A5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38,000</w:t>
            </w:r>
          </w:p>
        </w:tc>
      </w:tr>
      <w:tr w:rsidR="003853A8" w:rsidRPr="003853A8" w14:paraId="272C7B45" w14:textId="77777777" w:rsidTr="00BE6A8C">
        <w:trPr>
          <w:trHeight w:val="600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0E7045F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9F5B26" w14:textId="77777777" w:rsidR="00BE6A8C" w:rsidRPr="003853A8" w:rsidRDefault="00BE6A8C" w:rsidP="00D6100C">
            <w:pPr>
              <w:spacing w:after="0"/>
              <w:jc w:val="right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75A312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14:paraId="417881D8" w14:textId="77777777" w:rsidR="00BE6A8C" w:rsidRPr="003853A8" w:rsidRDefault="00BE6A8C" w:rsidP="00D6100C">
            <w:pPr>
              <w:spacing w:after="0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KABELOVÁ FORMA (UKONCENÍ KABELU) PRO KABELY ZABEZPECOVACÍ PRES 12 PÁRU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A086C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>KUS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C1DF9D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6,000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C75B5" w14:textId="77777777" w:rsidR="00BE6A8C" w:rsidRPr="003853A8" w:rsidRDefault="00BE6A8C" w:rsidP="00D6100C">
            <w:pPr>
              <w:spacing w:after="0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3853A8">
              <w:rPr>
                <w:rFonts w:asciiTheme="majorHAnsi" w:eastAsia="Times New Roman" w:hAnsiTheme="majorHAnsi" w:cs="Calibri"/>
                <w:lang w:eastAsia="cs-CZ"/>
              </w:rPr>
              <w:t xml:space="preserve">    16,000</w:t>
            </w:r>
          </w:p>
        </w:tc>
      </w:tr>
    </w:tbl>
    <w:p w14:paraId="6C976A3C" w14:textId="11B988CD" w:rsidR="00BE6A8C" w:rsidRPr="003853A8" w:rsidRDefault="00BE6A8C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hAnsiTheme="majorHAnsi" w:cstheme="minorHAnsi"/>
        </w:rPr>
        <w:t>Žádáme zadavatele o prověření.</w:t>
      </w:r>
    </w:p>
    <w:p w14:paraId="3734E963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0DADDA2" w14:textId="6203648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32A7312" w14:textId="77777777" w:rsidR="00C064C5" w:rsidRPr="003853A8" w:rsidRDefault="00C064C5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6E8D63A3" w14:textId="26632766" w:rsidR="00C064C5" w:rsidRPr="003853A8" w:rsidRDefault="00C064C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č.11 a 14 byla upravena na množství 0,9 KMPÁR.</w:t>
      </w:r>
    </w:p>
    <w:p w14:paraId="1D1B2B8C" w14:textId="18A088F7" w:rsidR="000D0095" w:rsidRPr="003853A8" w:rsidRDefault="000D009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lastRenderedPageBreak/>
        <w:t>Položka č.12 a 15 byla upravena na množství 119,17 KMPÁR.</w:t>
      </w:r>
    </w:p>
    <w:p w14:paraId="1D7294BB" w14:textId="7033B351" w:rsidR="000D0095" w:rsidRPr="003853A8" w:rsidRDefault="000D009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č.13 a 16 byla upravena na množství 273,360 KMPÁR.</w:t>
      </w:r>
    </w:p>
    <w:p w14:paraId="18247730" w14:textId="4E5F4841" w:rsidR="000D0095" w:rsidRPr="003853A8" w:rsidRDefault="000D009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č.17 byla upravena na množství 38 KUS.</w:t>
      </w:r>
    </w:p>
    <w:p w14:paraId="49FD3C63" w14:textId="07F6FAF3" w:rsidR="000D0095" w:rsidRPr="003853A8" w:rsidRDefault="000D009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č.18 byla upravena na množství 16 KUS.</w:t>
      </w:r>
    </w:p>
    <w:p w14:paraId="239900D1" w14:textId="6C3581C5" w:rsidR="000D0095" w:rsidRPr="003853A8" w:rsidRDefault="000D0095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43 (75A141) a č. 44 (75A227) v množství 0,320 KMPÁR.</w:t>
      </w:r>
    </w:p>
    <w:p w14:paraId="49E9909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05C2B79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AFC9328" w14:textId="13E592C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317:</w:t>
      </w:r>
    </w:p>
    <w:p w14:paraId="51695447" w14:textId="77777777" w:rsidR="00F65D93" w:rsidRPr="003853A8" w:rsidRDefault="00F65D9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PS</w:t>
      </w: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11-01-21.1,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C.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5812"/>
        <w:gridCol w:w="566"/>
        <w:gridCol w:w="1276"/>
      </w:tblGrid>
      <w:tr w:rsidR="00F65D93" w:rsidRPr="003853A8" w14:paraId="60C19CF7" w14:textId="77777777" w:rsidTr="00F65D93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1772B894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1FBC04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702111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077CAC6A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KABELOVÝ ŽLAB ZEMNÍ VCETNE KRYTU SVETLÉ ŠÍRKY DO 120 MM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54EF1282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A5E150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53,000</w:t>
            </w:r>
          </w:p>
        </w:tc>
      </w:tr>
      <w:tr w:rsidR="00F65D93" w:rsidRPr="003853A8" w14:paraId="05509CE7" w14:textId="77777777" w:rsidTr="00F65D93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7EAFA6F0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A44504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702112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3FF87FCC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KABELOVÝ ŽLAB ZEMNÍ VCETNE KRYTU SVETLÉ ŠÍRKY PRES 120 DO 250 MM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B4B8AAE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13F952" w14:textId="77777777" w:rsidR="00F65D93" w:rsidRPr="003853A8" w:rsidRDefault="00F65D9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5 605,000</w:t>
            </w:r>
          </w:p>
        </w:tc>
      </w:tr>
    </w:tbl>
    <w:p w14:paraId="4BC9E050" w14:textId="5E110860" w:rsidR="00F65D93" w:rsidRPr="003853A8" w:rsidRDefault="00F65D9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hAnsiTheme="majorHAnsi" w:cstheme="minorHAnsi"/>
        </w:rPr>
        <w:t>Předpokládáme správně, že se požadují zemní, plastové, běžně používané, zavedené žlaby?</w:t>
      </w:r>
    </w:p>
    <w:p w14:paraId="4BBF22CE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E988232" w14:textId="03EA39F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4C2736" w14:textId="61A53FA6" w:rsidR="0064347E" w:rsidRPr="003853A8" w:rsidRDefault="0064347E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Ano, jedná se zemní plastový</w:t>
      </w:r>
      <w:r w:rsidR="00FC16F3" w:rsidRPr="003853A8">
        <w:rPr>
          <w:rFonts w:asciiTheme="majorHAnsi" w:hAnsiTheme="majorHAnsi"/>
          <w:bCs/>
        </w:rPr>
        <w:t xml:space="preserve"> žlab</w:t>
      </w:r>
      <w:r w:rsidRPr="003853A8">
        <w:rPr>
          <w:rFonts w:asciiTheme="majorHAnsi" w:hAnsiTheme="majorHAnsi"/>
          <w:bCs/>
        </w:rPr>
        <w:t xml:space="preserve"> běžně používaný na SŽ.</w:t>
      </w:r>
      <w:r w:rsidR="00E60753" w:rsidRPr="003853A8">
        <w:rPr>
          <w:rFonts w:asciiTheme="majorHAnsi" w:hAnsiTheme="majorHAnsi"/>
          <w:bCs/>
        </w:rPr>
        <w:t xml:space="preserve"> </w:t>
      </w:r>
    </w:p>
    <w:p w14:paraId="7640F3C1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4D42B26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A882A58" w14:textId="037BC05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318:</w:t>
      </w:r>
    </w:p>
    <w:p w14:paraId="6694ED54" w14:textId="77777777" w:rsidR="00D90EC8" w:rsidRPr="003853A8" w:rsidRDefault="00D90EC8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11-01-21.2,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C.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TZZ</w:t>
      </w:r>
      <w:r w:rsidRPr="003853A8">
        <w:rPr>
          <w:rFonts w:asciiTheme="majorHAnsi" w:eastAsia="Times New Roman" w:hAnsiTheme="majorHAnsi" w:cs="Times New Roman"/>
          <w:lang w:eastAsia="cs-CZ"/>
        </w:rPr>
        <w:t>. V TZ se uvádí, že pro zjišťování volnosti kolejových úseků budou v provizorním stavu použity počítače náprav a že stávající kolejové obvody budou zrušeny, demontovány styková trafa a propojky a překlenuty izolované styky do doby rekonstrukce kolejí.</w:t>
      </w:r>
    </w:p>
    <w:p w14:paraId="7A619890" w14:textId="77777777" w:rsidR="00D90EC8" w:rsidRPr="003853A8" w:rsidRDefault="00D90EC8" w:rsidP="00D6100C">
      <w:pPr>
        <w:numPr>
          <w:ilvl w:val="0"/>
          <w:numId w:val="11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ZD postrádáme situační schémata s naznačenými úpravami kolejiště. Žádáme zadavatele o doplnění.</w:t>
      </w:r>
    </w:p>
    <w:p w14:paraId="05CF2244" w14:textId="77777777" w:rsidR="00D90EC8" w:rsidRPr="003853A8" w:rsidRDefault="00D90EC8" w:rsidP="00D6100C">
      <w:pPr>
        <w:numPr>
          <w:ilvl w:val="0"/>
          <w:numId w:val="11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soupisu prací se nevyskytují žádné položky týkající se počítačů náprav. Žádáme zadavatele o prověření.</w:t>
      </w:r>
    </w:p>
    <w:p w14:paraId="69F0F8D1" w14:textId="4DE0925A" w:rsidR="00D90EC8" w:rsidRPr="003853A8" w:rsidRDefault="00D90EC8" w:rsidP="00D6100C">
      <w:pPr>
        <w:numPr>
          <w:ilvl w:val="0"/>
          <w:numId w:val="11"/>
        </w:num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Žádáme zadavatele o prověření/vysvětlení, v</w:t>
      </w:r>
      <w:r w:rsidR="00AF19C0" w:rsidRPr="003853A8">
        <w:rPr>
          <w:rFonts w:asciiTheme="majorHAnsi" w:eastAsia="Times New Roman" w:hAnsiTheme="majorHAnsi" w:cs="Times New Roman"/>
          <w:lang w:eastAsia="cs-CZ"/>
        </w:rPr>
        <w:t> </w:t>
      </w:r>
      <w:r w:rsidRPr="003853A8">
        <w:rPr>
          <w:rFonts w:asciiTheme="majorHAnsi" w:eastAsia="Times New Roman" w:hAnsiTheme="majorHAnsi" w:cs="Times New Roman"/>
          <w:lang w:eastAsia="cs-CZ"/>
        </w:rPr>
        <w:t>rámci</w:t>
      </w:r>
      <w:r w:rsidR="00AF19C0" w:rsidRPr="003853A8">
        <w:rPr>
          <w:rFonts w:asciiTheme="majorHAnsi" w:eastAsia="Times New Roman" w:hAnsiTheme="majorHAnsi" w:cs="Times New Roman"/>
          <w:lang w:eastAsia="cs-CZ"/>
        </w:rPr>
        <w:t>,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 kterého PS/SO se předpokládá překlenutí izolovaných styků.</w:t>
      </w:r>
    </w:p>
    <w:p w14:paraId="6D13AB08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33B31DD" w14:textId="7EA723C1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83C3230" w14:textId="3B6182A4" w:rsidR="00445A86" w:rsidRPr="003853A8" w:rsidRDefault="00445A86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 xml:space="preserve">Potřeba provizorního TZZ v úseku Třebovice v Č. – Č. Třebová </w:t>
      </w:r>
      <w:proofErr w:type="spellStart"/>
      <w:r w:rsidRPr="003853A8">
        <w:rPr>
          <w:rFonts w:asciiTheme="majorHAnsi" w:hAnsiTheme="majorHAnsi"/>
          <w:bCs/>
        </w:rPr>
        <w:t>os.n</w:t>
      </w:r>
      <w:proofErr w:type="spellEnd"/>
      <w:r w:rsidRPr="003853A8">
        <w:rPr>
          <w:rFonts w:asciiTheme="majorHAnsi" w:hAnsiTheme="majorHAnsi"/>
          <w:bCs/>
        </w:rPr>
        <w:t xml:space="preserve">. bylo na základě prověření přehodnoceno a nebude realizováno. Tato skutečnost byla v rámci TZ upravena. Situační schémata na základě toho nebudou doplněna, stejně jako počítače náprav a překlenutí izolovaných styků. Obsahem provozního souboru </w:t>
      </w:r>
      <w:r w:rsidR="000D7440" w:rsidRPr="003853A8">
        <w:rPr>
          <w:rFonts w:asciiTheme="majorHAnsi" w:hAnsiTheme="majorHAnsi"/>
          <w:bCs/>
        </w:rPr>
        <w:t>jsou</w:t>
      </w:r>
      <w:r w:rsidRPr="003853A8">
        <w:rPr>
          <w:rFonts w:asciiTheme="majorHAnsi" w:hAnsiTheme="majorHAnsi"/>
          <w:bCs/>
        </w:rPr>
        <w:t xml:space="preserve"> pouze demontáže a s nimi související vzniklé odpady. </w:t>
      </w:r>
    </w:p>
    <w:p w14:paraId="00F4B804" w14:textId="3520D946" w:rsidR="00FF3BE5" w:rsidRPr="003853A8" w:rsidRDefault="00E60753" w:rsidP="00D6100C">
      <w:pPr>
        <w:spacing w:after="0"/>
        <w:rPr>
          <w:rFonts w:asciiTheme="majorHAnsi" w:hAnsiTheme="majorHAnsi"/>
          <w:b/>
        </w:rPr>
      </w:pPr>
      <w:r w:rsidRPr="003853A8">
        <w:rPr>
          <w:rFonts w:asciiTheme="majorHAnsi" w:hAnsiTheme="majorHAnsi"/>
          <w:b/>
        </w:rPr>
        <w:t>Byla upravena příloha 1.001</w:t>
      </w:r>
    </w:p>
    <w:p w14:paraId="474424EE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C49902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D2B4D34" w14:textId="1DCEC6E6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319:</w:t>
      </w:r>
    </w:p>
    <w:p w14:paraId="717068E0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11-01-21.3,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C.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úprava AVV</w:t>
      </w:r>
      <w:r w:rsidRPr="003853A8">
        <w:rPr>
          <w:rFonts w:asciiTheme="majorHAnsi" w:eastAsia="Times New Roman" w:hAnsiTheme="majorHAnsi" w:cs="Times New Roman"/>
          <w:lang w:eastAsia="cs-CZ"/>
        </w:rPr>
        <w:t>. V TZ se uvádí:</w:t>
      </w:r>
    </w:p>
    <w:p w14:paraId="00743EE8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„Na trati před vjezdovými návěstidly do ŽST Třebovice v Čechách jsou umístěny na hlavních</w:t>
      </w:r>
    </w:p>
    <w:p w14:paraId="069E028E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kolejích č.1, 2 s osobní dopravou dva magnetické informační body AVV.</w:t>
      </w:r>
    </w:p>
    <w:p w14:paraId="76D4C4DF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</w:p>
    <w:p w14:paraId="5B9188B1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Stávající magnetické informační body se před rekonstrukcí kolejí demontují a po dokončení</w:t>
      </w:r>
    </w:p>
    <w:p w14:paraId="7935DB9E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rekonstrukce se namontují zpět do kolejiště, aby byly funkční po dobu činnosti provizorního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zab.zař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</w:t>
      </w:r>
    </w:p>
    <w:p w14:paraId="22373D21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</w:p>
    <w:p w14:paraId="3C30D0DD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3.2.2 Venkovní část</w:t>
      </w:r>
    </w:p>
    <w:p w14:paraId="37C978C4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Před kolejovou rekonstrukcí kolejí na trati se stávající 2 magnetické informační body AVV</w:t>
      </w:r>
    </w:p>
    <w:p w14:paraId="472ABFCF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demontují.</w:t>
      </w:r>
    </w:p>
    <w:p w14:paraId="4E0D426A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Na rekonstruovaném kolejišti se umístí zpět do kolejiště oba magnetické informační body, které</w:t>
      </w:r>
    </w:p>
    <w:p w14:paraId="06D4DA2F" w14:textId="6F50E858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budou v činnosti během provizorního TZZ. MIB budou namontovány před vjezdovými návěstidly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1S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>,</w:t>
      </w:r>
      <w:r w:rsidR="00D6100C" w:rsidRPr="003853A8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3853A8">
        <w:rPr>
          <w:rFonts w:asciiTheme="majorHAnsi" w:eastAsia="Times New Roman" w:hAnsiTheme="majorHAnsi" w:cs="Times New Roman"/>
          <w:lang w:eastAsia="cs-CZ"/>
        </w:rPr>
        <w:t>2S. Při montáži trámců MIB6 je nutno použít nové upevňovac</w:t>
      </w:r>
      <w:r w:rsidR="00D6100C" w:rsidRPr="003853A8">
        <w:rPr>
          <w:rFonts w:asciiTheme="majorHAnsi" w:eastAsia="Times New Roman" w:hAnsiTheme="majorHAnsi" w:cs="Times New Roman"/>
          <w:lang w:eastAsia="cs-CZ"/>
        </w:rPr>
        <w:t>í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 soupravy.“</w:t>
      </w:r>
    </w:p>
    <w:p w14:paraId="2EC2E6F6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</w:p>
    <w:p w14:paraId="113DB077" w14:textId="06233374" w:rsidR="00FF3BE5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5812"/>
        <w:gridCol w:w="709"/>
        <w:gridCol w:w="992"/>
      </w:tblGrid>
      <w:tr w:rsidR="00D90EC8" w:rsidRPr="003853A8" w14:paraId="472E482E" w14:textId="77777777" w:rsidTr="00723873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3CE33864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F71BF5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75C771</w:t>
            </w:r>
          </w:p>
        </w:tc>
        <w:tc>
          <w:tcPr>
            <w:tcW w:w="5812" w:type="dxa"/>
            <w:shd w:val="clear" w:color="auto" w:fill="auto"/>
            <w:vAlign w:val="bottom"/>
            <w:hideMark/>
          </w:tcPr>
          <w:p w14:paraId="69F878B8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INFORMACNÍ BOD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AVV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C0847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16790A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4,000</w:t>
            </w:r>
          </w:p>
        </w:tc>
      </w:tr>
      <w:tr w:rsidR="00D90EC8" w:rsidRPr="003853A8" w14:paraId="0D28F517" w14:textId="77777777" w:rsidTr="00723873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5593D47E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4BC010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75C777</w:t>
            </w:r>
          </w:p>
        </w:tc>
        <w:tc>
          <w:tcPr>
            <w:tcW w:w="5812" w:type="dxa"/>
            <w:shd w:val="clear" w:color="auto" w:fill="auto"/>
            <w:vAlign w:val="bottom"/>
            <w:hideMark/>
          </w:tcPr>
          <w:p w14:paraId="2C13FAEF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INFORMACNÍ BOD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AVV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8E637E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8B82E3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4,000</w:t>
            </w:r>
          </w:p>
        </w:tc>
      </w:tr>
      <w:tr w:rsidR="00D90EC8" w:rsidRPr="003853A8" w14:paraId="2C4F4F79" w14:textId="77777777" w:rsidTr="00723873">
        <w:trPr>
          <w:trHeight w:val="255"/>
          <w:jc w:val="center"/>
        </w:trPr>
        <w:tc>
          <w:tcPr>
            <w:tcW w:w="279" w:type="dxa"/>
            <w:shd w:val="clear" w:color="auto" w:fill="auto"/>
            <w:noWrap/>
            <w:vAlign w:val="bottom"/>
            <w:hideMark/>
          </w:tcPr>
          <w:p w14:paraId="774F36CA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F5CF81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75C778</w:t>
            </w:r>
          </w:p>
        </w:tc>
        <w:tc>
          <w:tcPr>
            <w:tcW w:w="5812" w:type="dxa"/>
            <w:shd w:val="clear" w:color="auto" w:fill="auto"/>
            <w:vAlign w:val="bottom"/>
            <w:hideMark/>
          </w:tcPr>
          <w:p w14:paraId="552665E6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INFORMACNÍ BOD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AVV - DEMONTÁŽ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000D2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CC5115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8,000</w:t>
            </w:r>
          </w:p>
        </w:tc>
      </w:tr>
    </w:tbl>
    <w:p w14:paraId="27E11885" w14:textId="74CB2C63" w:rsidR="00D90EC8" w:rsidRPr="003853A8" w:rsidRDefault="00D90EC8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Vzhledem k výše uvedenému v TZ žádáme zadavatele o prověření množství u uvedených položek.</w:t>
      </w:r>
    </w:p>
    <w:p w14:paraId="0D20E8CA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6A78047" w14:textId="0DEE618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61B7E35" w14:textId="77777777" w:rsidR="00A3002F" w:rsidRPr="003853A8" w:rsidRDefault="00A3002F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67C55BBE" w14:textId="193F00BE" w:rsidR="00A3002F" w:rsidRPr="003853A8" w:rsidRDefault="00A3002F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 byla zrušena a položka č. 3 byla upravena na množství 4 KUS.</w:t>
      </w:r>
    </w:p>
    <w:p w14:paraId="4D42BAF2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40AA39E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733A5BC" w14:textId="6B07D93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320:</w:t>
      </w:r>
    </w:p>
    <w:p w14:paraId="4DD1FBAE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14-01-21,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vjezdová skupina, TZZ</w:t>
      </w:r>
      <w:r w:rsidRPr="003853A8">
        <w:rPr>
          <w:rFonts w:asciiTheme="majorHAnsi" w:eastAsia="Times New Roman" w:hAnsiTheme="majorHAnsi" w:cs="Times New Roman"/>
          <w:lang w:eastAsia="cs-CZ"/>
        </w:rPr>
        <w:t>. V TZ je uvedeno:</w:t>
      </w:r>
    </w:p>
    <w:p w14:paraId="0BB12592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„V dokumentaci tohoto PS je schematický plán kabelů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v.č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0701. Tento výkres je nutno aktualizovat pro typ zařízení vítězného zhotovitele a zapracovat změny, které z toho vyplynou.“</w:t>
      </w:r>
    </w:p>
    <w:p w14:paraId="136A0620" w14:textId="25FAFFF9" w:rsidR="00FF3BE5" w:rsidRPr="003853A8" w:rsidRDefault="00D90EC8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 ZD chybí schématický kabelový plán a tabulka kabelů. Žádáme zadavatele o doplnění.</w:t>
      </w:r>
    </w:p>
    <w:p w14:paraId="103BC11E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579B198" w14:textId="428F5850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45DB9A0" w14:textId="7A123176" w:rsidR="00106C22" w:rsidRPr="003853A8" w:rsidRDefault="00106C22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Byla doplněna příloha 2.701 a 2.702.</w:t>
      </w:r>
    </w:p>
    <w:p w14:paraId="055D305C" w14:textId="77777777" w:rsidR="00106C22" w:rsidRPr="003853A8" w:rsidRDefault="00106C22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10D4303C" w14:textId="1028753E" w:rsidR="00106C22" w:rsidRPr="003853A8" w:rsidRDefault="00106C22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</w:t>
      </w:r>
      <w:r w:rsidR="0071330E" w:rsidRPr="003853A8">
        <w:rPr>
          <w:rFonts w:asciiTheme="majorHAnsi" w:hAnsiTheme="majorHAnsi"/>
        </w:rPr>
        <w:t>11</w:t>
      </w:r>
      <w:r w:rsidRPr="003853A8">
        <w:rPr>
          <w:rFonts w:asciiTheme="majorHAnsi" w:hAnsiTheme="majorHAnsi"/>
        </w:rPr>
        <w:t xml:space="preserve"> a </w:t>
      </w:r>
      <w:r w:rsidR="0071330E" w:rsidRPr="003853A8">
        <w:rPr>
          <w:rFonts w:asciiTheme="majorHAnsi" w:hAnsiTheme="majorHAnsi"/>
        </w:rPr>
        <w:t>14</w:t>
      </w:r>
      <w:r w:rsidRPr="003853A8">
        <w:rPr>
          <w:rFonts w:asciiTheme="majorHAnsi" w:hAnsiTheme="majorHAnsi"/>
        </w:rPr>
        <w:t xml:space="preserve"> byla upravena na množství </w:t>
      </w:r>
      <w:r w:rsidR="0071330E" w:rsidRPr="003853A8">
        <w:rPr>
          <w:rFonts w:asciiTheme="majorHAnsi" w:hAnsiTheme="majorHAnsi"/>
        </w:rPr>
        <w:t>29,275</w:t>
      </w:r>
      <w:r w:rsidRPr="003853A8">
        <w:rPr>
          <w:rFonts w:asciiTheme="majorHAnsi" w:hAnsiTheme="majorHAnsi"/>
        </w:rPr>
        <w:t xml:space="preserve"> KMPÁR.</w:t>
      </w:r>
    </w:p>
    <w:p w14:paraId="3CD2E1D9" w14:textId="4AFB5EC2" w:rsidR="0071330E" w:rsidRPr="003853A8" w:rsidRDefault="0071330E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č.12 a 15 byla upravena na množství 21,84 KMPÁR.</w:t>
      </w:r>
    </w:p>
    <w:p w14:paraId="7540E8DF" w14:textId="71431513" w:rsidR="0071330E" w:rsidRPr="003853A8" w:rsidRDefault="0071330E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č.10 a 13 byla zrušena.</w:t>
      </w:r>
    </w:p>
    <w:p w14:paraId="0B1AB947" w14:textId="5F6C5D62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B476F5D" w14:textId="77777777" w:rsidR="00D6100C" w:rsidRPr="003853A8" w:rsidRDefault="00D6100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B429111" w14:textId="0B021EB0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321:</w:t>
      </w:r>
    </w:p>
    <w:p w14:paraId="1E2B951A" w14:textId="77777777" w:rsidR="00D90EC8" w:rsidRPr="003853A8" w:rsidRDefault="00D90EC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14-01-21,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vjezdová skupina, TZZ</w:t>
      </w:r>
      <w:r w:rsidRPr="003853A8">
        <w:rPr>
          <w:rFonts w:asciiTheme="majorHAnsi" w:eastAsia="Times New Roman" w:hAnsiTheme="majorHAnsi" w:cs="Times New Roman"/>
          <w:lang w:eastAsia="cs-CZ"/>
        </w:rPr>
        <w:t>. V soupisu prací se nachází položka: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"/>
        <w:gridCol w:w="5954"/>
        <w:gridCol w:w="566"/>
        <w:gridCol w:w="1276"/>
      </w:tblGrid>
      <w:tr w:rsidR="00D90EC8" w:rsidRPr="003853A8" w14:paraId="17F3B75B" w14:textId="77777777" w:rsidTr="00D90EC8">
        <w:trPr>
          <w:trHeight w:val="255"/>
        </w:trPr>
        <w:tc>
          <w:tcPr>
            <w:tcW w:w="279" w:type="dxa"/>
            <w:shd w:val="clear" w:color="auto" w:fill="auto"/>
            <w:noWrap/>
            <w:vAlign w:val="center"/>
            <w:hideMark/>
          </w:tcPr>
          <w:p w14:paraId="0903D02E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561DFE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702112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6CC99CB2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KABELOVÝ ŽLAB ZEMNÍ VCETNE KRYTU SVETLÉ ŠÍRKY PRES 120 DO 250 MM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0D8D4996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4CA8C8" w14:textId="77777777" w:rsidR="00D90EC8" w:rsidRPr="003853A8" w:rsidRDefault="00D90EC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138,000</w:t>
            </w:r>
          </w:p>
        </w:tc>
      </w:tr>
    </w:tbl>
    <w:p w14:paraId="63C3FC76" w14:textId="7BCDE876" w:rsidR="00FF3BE5" w:rsidRPr="003853A8" w:rsidRDefault="00D90EC8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Předpokládáme správně, že se požadují zemní, plastové, běžně používané, zavedené žlaby?</w:t>
      </w:r>
    </w:p>
    <w:p w14:paraId="262C5E65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0B9190D" w14:textId="5E8818CD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C72110A" w14:textId="77777777" w:rsidR="0064347E" w:rsidRPr="003853A8" w:rsidRDefault="0064347E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Ano, jedná se zemní plastový běžně používaný na SŽ.</w:t>
      </w:r>
    </w:p>
    <w:p w14:paraId="736E6DA5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E7136E5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853D506" w14:textId="1E85C56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322:</w:t>
      </w:r>
    </w:p>
    <w:p w14:paraId="634D0B3B" w14:textId="77777777" w:rsidR="00926296" w:rsidRPr="003853A8" w:rsidRDefault="00926296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14-01-21,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vjezdová skupina, TZZ</w:t>
      </w:r>
      <w:r w:rsidRPr="003853A8">
        <w:rPr>
          <w:rFonts w:asciiTheme="majorHAnsi" w:eastAsia="Times New Roman" w:hAnsiTheme="majorHAnsi" w:cs="Times New Roman"/>
          <w:lang w:eastAsia="cs-CZ"/>
        </w:rPr>
        <w:t>. 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8"/>
        <w:gridCol w:w="5824"/>
        <w:gridCol w:w="567"/>
        <w:gridCol w:w="992"/>
      </w:tblGrid>
      <w:tr w:rsidR="00926296" w:rsidRPr="003853A8" w14:paraId="627C1B9D" w14:textId="77777777" w:rsidTr="00926296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DB4C960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29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3B9E33C7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75C911</w:t>
            </w:r>
          </w:p>
        </w:tc>
        <w:tc>
          <w:tcPr>
            <w:tcW w:w="5824" w:type="dxa"/>
            <w:shd w:val="clear" w:color="auto" w:fill="auto"/>
            <w:vAlign w:val="bottom"/>
            <w:hideMark/>
          </w:tcPr>
          <w:p w14:paraId="3F353335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SNÍMAC POCÍTACE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NÁPRAV - DODÁVKA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FA50E4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FE3675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6,000</w:t>
            </w:r>
          </w:p>
        </w:tc>
      </w:tr>
      <w:tr w:rsidR="00926296" w:rsidRPr="003853A8" w14:paraId="101C75DD" w14:textId="77777777" w:rsidTr="00926296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4E3C52A4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30</w:t>
            </w:r>
          </w:p>
        </w:tc>
        <w:tc>
          <w:tcPr>
            <w:tcW w:w="838" w:type="dxa"/>
            <w:shd w:val="clear" w:color="auto" w:fill="auto"/>
            <w:noWrap/>
            <w:vAlign w:val="bottom"/>
            <w:hideMark/>
          </w:tcPr>
          <w:p w14:paraId="7B3B3A09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75C917</w:t>
            </w:r>
          </w:p>
        </w:tc>
        <w:tc>
          <w:tcPr>
            <w:tcW w:w="5824" w:type="dxa"/>
            <w:shd w:val="clear" w:color="auto" w:fill="auto"/>
            <w:vAlign w:val="bottom"/>
            <w:hideMark/>
          </w:tcPr>
          <w:p w14:paraId="2A2E7105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SNÍMAC POCÍTACE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NÁPRAV - 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B28922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43BFA9" w14:textId="77777777" w:rsidR="00926296" w:rsidRPr="003853A8" w:rsidRDefault="00926296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6,000</w:t>
            </w:r>
          </w:p>
        </w:tc>
      </w:tr>
    </w:tbl>
    <w:p w14:paraId="131FF4F7" w14:textId="382CD80F" w:rsidR="00FF3BE5" w:rsidRPr="003853A8" w:rsidRDefault="00926296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Ve vztahu k situačnímu schématu žádáme zadavatele o specifikaci počítacích bodů v trati, které představuje uvedené množství 6ks. Jinými slovy žádáme o uvedení, o které PN se jedná</w:t>
      </w:r>
      <w:r w:rsidR="001A4A88" w:rsidRPr="003853A8">
        <w:rPr>
          <w:rFonts w:asciiTheme="majorHAnsi" w:eastAsia="Times New Roman" w:hAnsiTheme="majorHAnsi" w:cs="Times New Roman"/>
          <w:lang w:eastAsia="cs-CZ"/>
        </w:rPr>
        <w:t>.</w:t>
      </w:r>
    </w:p>
    <w:p w14:paraId="74DED062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C055A88" w14:textId="0F2E0E14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46EF318" w14:textId="43E2A906" w:rsidR="00FF3BE5" w:rsidRPr="003853A8" w:rsidRDefault="009D03CB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 xml:space="preserve">Jedná se o PN u návěstidel </w:t>
      </w:r>
      <w:proofErr w:type="gramStart"/>
      <w:r w:rsidRPr="003853A8">
        <w:rPr>
          <w:rFonts w:asciiTheme="majorHAnsi" w:hAnsiTheme="majorHAnsi"/>
          <w:bCs/>
        </w:rPr>
        <w:t>3S</w:t>
      </w:r>
      <w:proofErr w:type="gramEnd"/>
      <w:r w:rsidRPr="003853A8">
        <w:rPr>
          <w:rFonts w:asciiTheme="majorHAnsi" w:hAnsiTheme="majorHAnsi"/>
          <w:bCs/>
        </w:rPr>
        <w:t>, 3-56, 3-55, 3TL, 4S a 4TL.</w:t>
      </w:r>
    </w:p>
    <w:p w14:paraId="2F709179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C8999D0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5DE85A6" w14:textId="5CC86981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323:</w:t>
      </w:r>
    </w:p>
    <w:p w14:paraId="198C2C37" w14:textId="77777777" w:rsidR="001A4A88" w:rsidRPr="003853A8" w:rsidRDefault="001A4A8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14-01-21,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vjezdová skupina, TZZ</w:t>
      </w:r>
      <w:r w:rsidRPr="003853A8">
        <w:rPr>
          <w:rFonts w:asciiTheme="majorHAnsi" w:eastAsia="Times New Roman" w:hAnsiTheme="majorHAnsi" w:cs="Times New Roman"/>
          <w:lang w:eastAsia="cs-CZ"/>
        </w:rPr>
        <w:t>. V soupisu prací se nachází položka: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6095"/>
        <w:gridCol w:w="567"/>
        <w:gridCol w:w="992"/>
      </w:tblGrid>
      <w:tr w:rsidR="001A4A88" w:rsidRPr="003853A8" w14:paraId="19FAFA95" w14:textId="77777777" w:rsidTr="001A4A88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189091B" w14:textId="77777777" w:rsidR="001A4A88" w:rsidRPr="003853A8" w:rsidRDefault="001A4A8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2F2374" w14:textId="77777777" w:rsidR="001A4A88" w:rsidRPr="003853A8" w:rsidRDefault="001A4A8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75E177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8700065" w14:textId="77777777" w:rsidR="001A4A88" w:rsidRPr="003853A8" w:rsidRDefault="001A4A8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PREZKOUŠENÍ A REGULACE AUTOMATICKÉHO BLOKU A KOLEJOVÝCH OBVODU PRO JEDNU TRATOVOU KOLEJ V JEDNOM SMERU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BE1DB" w14:textId="77777777" w:rsidR="001A4A88" w:rsidRPr="003853A8" w:rsidRDefault="001A4A8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A46D1F" w14:textId="77777777" w:rsidR="001A4A88" w:rsidRPr="003853A8" w:rsidRDefault="001A4A88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4,000</w:t>
            </w:r>
          </w:p>
        </w:tc>
      </w:tr>
    </w:tbl>
    <w:p w14:paraId="4C6BE212" w14:textId="77777777" w:rsidR="001A4A88" w:rsidRPr="003853A8" w:rsidRDefault="001A4A88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Vzhledem k předpokladu zjišťování volnosti úseků prostřednictvím počítačů náprav se tážeme, zda můžeme chápat položku jako přezkoušení automatického bloku a počítačů náprav?</w:t>
      </w:r>
    </w:p>
    <w:p w14:paraId="7EC4A0E6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976D1C1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D423F08" w14:textId="3B5B5273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3178EF72" w14:textId="4AB5FF86" w:rsidR="00FF3BE5" w:rsidRPr="003853A8" w:rsidRDefault="00D601E7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Ano, položka je pro přezkoušení automatického bloku a počítačů náprav.</w:t>
      </w:r>
    </w:p>
    <w:p w14:paraId="0786C494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8302546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A12E185" w14:textId="43E1000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324:</w:t>
      </w:r>
    </w:p>
    <w:p w14:paraId="4F662120" w14:textId="77777777" w:rsidR="001A4A88" w:rsidRPr="003853A8" w:rsidRDefault="001A4A88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14-01-21,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vjezdová skupina, TZZ</w:t>
      </w:r>
      <w:r w:rsidRPr="003853A8">
        <w:rPr>
          <w:rFonts w:asciiTheme="majorHAnsi" w:eastAsia="Times New Roman" w:hAnsiTheme="majorHAnsi" w:cs="Times New Roman"/>
          <w:lang w:eastAsia="cs-CZ"/>
        </w:rPr>
        <w:t>. V soupisu prací se nachází položka: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6095"/>
        <w:gridCol w:w="567"/>
        <w:gridCol w:w="992"/>
      </w:tblGrid>
      <w:tr w:rsidR="001A4A88" w:rsidRPr="003853A8" w14:paraId="24B94803" w14:textId="77777777" w:rsidTr="001A4A88">
        <w:trPr>
          <w:trHeight w:val="25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1C11A683" w14:textId="77777777" w:rsidR="001A4A88" w:rsidRPr="003853A8" w:rsidRDefault="001A4A88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2DB9EB" w14:textId="77777777" w:rsidR="001A4A88" w:rsidRPr="003853A8" w:rsidRDefault="001A4A88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75E1C7</w:t>
            </w:r>
          </w:p>
        </w:tc>
        <w:tc>
          <w:tcPr>
            <w:tcW w:w="6095" w:type="dxa"/>
            <w:shd w:val="clear" w:color="auto" w:fill="auto"/>
            <w:vAlign w:val="bottom"/>
            <w:hideMark/>
          </w:tcPr>
          <w:p w14:paraId="31424D68" w14:textId="77777777" w:rsidR="001A4A88" w:rsidRPr="003853A8" w:rsidRDefault="001A4A88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PROTOKOL UTZ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04AF3" w14:textId="77777777" w:rsidR="001A4A88" w:rsidRPr="003853A8" w:rsidRDefault="001A4A88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6820A6" w14:textId="77777777" w:rsidR="001A4A88" w:rsidRPr="003853A8" w:rsidRDefault="001A4A88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2,000</w:t>
            </w:r>
          </w:p>
        </w:tc>
      </w:tr>
    </w:tbl>
    <w:p w14:paraId="203C2F52" w14:textId="77777777" w:rsidR="001A4A88" w:rsidRPr="003853A8" w:rsidRDefault="001A4A88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Žádáme zadavatele o prověření, ke kterému druhému zařízení (kromě TZZ) se vztahuje uvedená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položka,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 xml:space="preserve"> čili žádáme o prověření množství u uvedené položky.</w:t>
      </w:r>
    </w:p>
    <w:p w14:paraId="17D0739B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B9B2134" w14:textId="585D8BFE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955A148" w14:textId="59EDAD04" w:rsidR="00FF3BE5" w:rsidRPr="003853A8" w:rsidRDefault="00D601E7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Jeden protokol UTZ se vztahuje pro TZZ s vazbou na MPZZ, druhý pro TZZ s vazbou na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def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SZZ.</w:t>
      </w:r>
    </w:p>
    <w:p w14:paraId="0519156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E561C5B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88A9B09" w14:textId="69BD374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325:</w:t>
      </w:r>
    </w:p>
    <w:p w14:paraId="386A8927" w14:textId="7948A0C7" w:rsidR="00FF3BE5" w:rsidRPr="003853A8" w:rsidRDefault="001A4A88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Dle ZD mají být kabely v trati zakryty výstražnou fólií. V soupisu prací všech TZZ, tj. PS 11-01-21, PS 14-01-21, PS 16-01-22 postrádáme položku pro tyto výstražné fólie. Žádáme zadavatele o prověření/vysvětlení.</w:t>
      </w:r>
    </w:p>
    <w:p w14:paraId="32366656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A1C71AF" w14:textId="32EFBD1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C290144" w14:textId="77777777" w:rsidR="009D03CB" w:rsidRPr="003853A8" w:rsidRDefault="009D03CB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7C22715B" w14:textId="3D1563E6" w:rsidR="009D03CB" w:rsidRPr="003853A8" w:rsidRDefault="009D03CB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V PS 11-01-21</w:t>
      </w:r>
      <w:r w:rsidR="00A25ED7" w:rsidRPr="003853A8">
        <w:rPr>
          <w:rFonts w:asciiTheme="majorHAnsi" w:hAnsiTheme="majorHAnsi"/>
        </w:rPr>
        <w:t>.1</w:t>
      </w:r>
      <w:r w:rsidRPr="003853A8">
        <w:rPr>
          <w:rFonts w:asciiTheme="majorHAnsi" w:hAnsiTheme="majorHAnsi"/>
        </w:rPr>
        <w:t xml:space="preserve"> byla doplněna položka č. 45 (</w:t>
      </w:r>
      <w:r w:rsidR="00A25ED7" w:rsidRPr="003853A8">
        <w:rPr>
          <w:rFonts w:asciiTheme="majorHAnsi" w:hAnsiTheme="majorHAnsi"/>
        </w:rPr>
        <w:t>702312</w:t>
      </w:r>
      <w:r w:rsidRPr="003853A8">
        <w:rPr>
          <w:rFonts w:asciiTheme="majorHAnsi" w:hAnsiTheme="majorHAnsi"/>
        </w:rPr>
        <w:t xml:space="preserve">) v množství </w:t>
      </w:r>
      <w:r w:rsidR="00A25ED7" w:rsidRPr="003853A8">
        <w:rPr>
          <w:rFonts w:asciiTheme="majorHAnsi" w:hAnsiTheme="majorHAnsi"/>
        </w:rPr>
        <w:t>3390</w:t>
      </w:r>
      <w:r w:rsidRPr="003853A8">
        <w:rPr>
          <w:rFonts w:asciiTheme="majorHAnsi" w:hAnsiTheme="majorHAnsi"/>
        </w:rPr>
        <w:t xml:space="preserve"> </w:t>
      </w:r>
      <w:r w:rsidR="00A25ED7" w:rsidRPr="003853A8">
        <w:rPr>
          <w:rFonts w:asciiTheme="majorHAnsi" w:hAnsiTheme="majorHAnsi"/>
        </w:rPr>
        <w:t>m</w:t>
      </w:r>
      <w:r w:rsidRPr="003853A8">
        <w:rPr>
          <w:rFonts w:asciiTheme="majorHAnsi" w:hAnsiTheme="majorHAnsi"/>
        </w:rPr>
        <w:t>.</w:t>
      </w:r>
    </w:p>
    <w:p w14:paraId="1F698495" w14:textId="48DCC8D1" w:rsidR="00A25ED7" w:rsidRPr="003853A8" w:rsidRDefault="00A25ED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V PS 14-01-21 byla doplněna položka č. 52 (702312) v množství 2675 m.</w:t>
      </w:r>
    </w:p>
    <w:p w14:paraId="4A8B69FD" w14:textId="0ECD6978" w:rsidR="00A25ED7" w:rsidRPr="003853A8" w:rsidRDefault="00A25ED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V PS 16-01-22.1 byla doplněna položka č. 57 (702312) v množství 3410 m.</w:t>
      </w:r>
    </w:p>
    <w:p w14:paraId="081C87C7" w14:textId="77777777" w:rsidR="009D03CB" w:rsidRPr="003853A8" w:rsidRDefault="009D03CB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A30E03E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0178A21" w14:textId="7310DBE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326:</w:t>
      </w:r>
    </w:p>
    <w:p w14:paraId="7EC4F8DC" w14:textId="77777777" w:rsidR="009C34CD" w:rsidRPr="003853A8" w:rsidRDefault="009C34CD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954"/>
        <w:gridCol w:w="567"/>
        <w:gridCol w:w="992"/>
      </w:tblGrid>
      <w:tr w:rsidR="009C34CD" w:rsidRPr="003853A8" w14:paraId="11F13A78" w14:textId="77777777" w:rsidTr="009C34CD">
        <w:trPr>
          <w:trHeight w:val="285"/>
        </w:trPr>
        <w:tc>
          <w:tcPr>
            <w:tcW w:w="421" w:type="dxa"/>
            <w:shd w:val="clear" w:color="auto" w:fill="auto"/>
            <w:noWrap/>
            <w:vAlign w:val="bottom"/>
            <w:hideMark/>
          </w:tcPr>
          <w:p w14:paraId="658C02EF" w14:textId="77777777" w:rsidR="009C34CD" w:rsidRPr="003853A8" w:rsidRDefault="009C34C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598422" w14:textId="77777777" w:rsidR="009C34CD" w:rsidRPr="003853A8" w:rsidRDefault="009C34C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702112</w:t>
            </w:r>
          </w:p>
        </w:tc>
        <w:tc>
          <w:tcPr>
            <w:tcW w:w="5954" w:type="dxa"/>
            <w:shd w:val="clear" w:color="auto" w:fill="auto"/>
            <w:vAlign w:val="bottom"/>
            <w:hideMark/>
          </w:tcPr>
          <w:p w14:paraId="502EE91D" w14:textId="77777777" w:rsidR="009C34CD" w:rsidRPr="003853A8" w:rsidRDefault="009C34C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KABELOVÝ ŽLAB ZEMNÍ VCETNE KRYTU SVETLÉ ŠÍRKY PRES 120 DO 250 MM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B1D26E" w14:textId="77777777" w:rsidR="009C34CD" w:rsidRPr="003853A8" w:rsidRDefault="009C34C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E29814" w14:textId="77777777" w:rsidR="009C34CD" w:rsidRPr="003853A8" w:rsidRDefault="009C34C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50,000</w:t>
            </w:r>
          </w:p>
        </w:tc>
      </w:tr>
    </w:tbl>
    <w:p w14:paraId="6E5CC32A" w14:textId="77777777" w:rsidR="009C34CD" w:rsidRPr="003853A8" w:rsidRDefault="009C34CD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Předpokládáme správně, že se požadují zemní, plastové, běžně používané, zavedené žlaby?</w:t>
      </w:r>
    </w:p>
    <w:p w14:paraId="75DA9208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294FC8C" w14:textId="6C00CD8D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DDBDEDF" w14:textId="4BA418AE" w:rsidR="0064347E" w:rsidRPr="003853A8" w:rsidRDefault="0064347E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 xml:space="preserve">Ano, jedná se zemní plastový </w:t>
      </w:r>
      <w:r w:rsidR="00EE2193" w:rsidRPr="003853A8">
        <w:rPr>
          <w:rFonts w:asciiTheme="majorHAnsi" w:hAnsiTheme="majorHAnsi"/>
        </w:rPr>
        <w:t xml:space="preserve">žlab </w:t>
      </w:r>
      <w:r w:rsidRPr="003853A8">
        <w:rPr>
          <w:rFonts w:asciiTheme="majorHAnsi" w:hAnsiTheme="majorHAnsi"/>
        </w:rPr>
        <w:t>běžně používaný na SŽ.</w:t>
      </w:r>
    </w:p>
    <w:p w14:paraId="788FFB1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69FFAD8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266FC86" w14:textId="593809FB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327:</w:t>
      </w:r>
    </w:p>
    <w:p w14:paraId="338E924E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Dle TZ se nahradí stávající přejezd P6835 novým PZZ elektronického typu. V soupisu prací postrádáme položky pro dodávku a montáž baterie a usměrňovače. Žádáme zadavatele o doplnění</w:t>
      </w:r>
    </w:p>
    <w:p w14:paraId="5C01D1A5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4ACDC06" w14:textId="5D2127D4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D7B364E" w14:textId="77777777" w:rsidR="00B35D97" w:rsidRPr="003853A8" w:rsidRDefault="00B35D9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0ADF1FF0" w14:textId="1E59B9FF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58 (75B6L1) a 59 (75B6T7) v množství 1 KUS.</w:t>
      </w:r>
    </w:p>
    <w:p w14:paraId="6C8F291B" w14:textId="73414027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60 (75B6A1) a 61 (75B6G7) v množství 1 KUS.</w:t>
      </w:r>
    </w:p>
    <w:p w14:paraId="24D12E99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7F569CB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CE84BCA" w14:textId="434078E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328:</w:t>
      </w:r>
    </w:p>
    <w:p w14:paraId="069DAEC7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Dle TZ bude nový přejezd P6835 vybaven hláskou pro nevidomé. V soupisu prací se nenachází odpovídající položky. Žádáme zadavatele o doplnění</w:t>
      </w: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</w:p>
    <w:p w14:paraId="5838B5DD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7DEF9A9" w14:textId="026AD9F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3C871A7" w14:textId="77777777" w:rsidR="00B35D97" w:rsidRPr="003853A8" w:rsidRDefault="00B35D9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0BBCC81F" w14:textId="2947142D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62 (75D271) a 63 (75D277) v množství 1 KUS.</w:t>
      </w:r>
    </w:p>
    <w:p w14:paraId="04C25265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95DA8C7" w14:textId="6802816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lastRenderedPageBreak/>
        <w:t>Dotaz č. 329:</w:t>
      </w:r>
    </w:p>
    <w:p w14:paraId="1920D939" w14:textId="73144BEB" w:rsidR="00FF3BE5" w:rsidRPr="003853A8" w:rsidRDefault="009C34C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postrádáme položku pro přezkoušení přejezdu P6835 (2 koleje). Žádáme zadavatele o doplnění.</w:t>
      </w:r>
    </w:p>
    <w:p w14:paraId="7F36D5B2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C3A2E29" w14:textId="12A5D70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6FECD5C" w14:textId="77777777" w:rsidR="00B35D97" w:rsidRPr="003853A8" w:rsidRDefault="00B35D9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08191393" w14:textId="26DDCD81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64 (75E197) v množství 2 KUS.</w:t>
      </w:r>
    </w:p>
    <w:p w14:paraId="2DAD386B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95A1C96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1079DC7" w14:textId="0339E37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330:</w:t>
      </w:r>
    </w:p>
    <w:p w14:paraId="5C3CBBB9" w14:textId="303182FB" w:rsidR="00FF3BE5" w:rsidRPr="003853A8" w:rsidRDefault="009C34C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Dle situačního schématu se předpokládá vybudování vzdálenostních upozorňovadel v trati (celkem 14 sad po 3ks, tj. 42ks). V soupisu prací se nenachází odpovídající položky. Žádáme zadavatele o prověření.</w:t>
      </w:r>
    </w:p>
    <w:p w14:paraId="23CCD6A4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0FA9FA5" w14:textId="75B109AB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A9AB994" w14:textId="77777777" w:rsidR="00B35D97" w:rsidRPr="003853A8" w:rsidRDefault="00B35D9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6CCE0E5F" w14:textId="26218876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65 (75C721) a 66 (75C727) v množství 42 KUS.</w:t>
      </w:r>
    </w:p>
    <w:p w14:paraId="1620E71C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74EE5EE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8D79D3F" w14:textId="2395A519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331:</w:t>
      </w:r>
    </w:p>
    <w:p w14:paraId="73704658" w14:textId="74BBC15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16-01-22.1,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definitivní TZZ.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položka: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812"/>
        <w:gridCol w:w="567"/>
        <w:gridCol w:w="992"/>
      </w:tblGrid>
      <w:tr w:rsidR="009C34CD" w:rsidRPr="003853A8" w14:paraId="7F39057B" w14:textId="77777777" w:rsidTr="009C34CD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5479242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C2C439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75E177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6BEE74CE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PREZKOUŠENÍ A REGULACE AUTOMATICKÉHO BLOKU A KOLEJOVÝCH OBVODU PRO JEDNU TRATOVOU KOLEJ V JEDNOM SMERU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3E238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0A6106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4,000</w:t>
            </w:r>
          </w:p>
        </w:tc>
      </w:tr>
    </w:tbl>
    <w:p w14:paraId="38AFC5A7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Vzhledem k předpokladu zjišťování volnosti úseků prostřednictvím počítačů náprav se tážeme, zda můžeme chápat položku jako přezkoušení automatického bloku a počítačů náprav?</w:t>
      </w:r>
    </w:p>
    <w:p w14:paraId="0109AF59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733F880" w14:textId="04530C40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AFF06E6" w14:textId="77777777" w:rsidR="0008211F" w:rsidRPr="003853A8" w:rsidRDefault="0008211F" w:rsidP="00D6100C">
      <w:pPr>
        <w:spacing w:after="0"/>
        <w:rPr>
          <w:rFonts w:asciiTheme="majorHAnsi" w:hAnsiTheme="majorHAnsi"/>
          <w:bCs/>
        </w:rPr>
      </w:pPr>
      <w:r w:rsidRPr="003853A8">
        <w:rPr>
          <w:rFonts w:asciiTheme="majorHAnsi" w:hAnsiTheme="majorHAnsi"/>
          <w:bCs/>
        </w:rPr>
        <w:t>Ano, položka je pro přezkoušení automatického bloku a počítačů náprav.</w:t>
      </w:r>
    </w:p>
    <w:p w14:paraId="3919C115" w14:textId="35D33258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23F33BD" w14:textId="77777777" w:rsidR="00D6100C" w:rsidRPr="003853A8" w:rsidRDefault="00D6100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BCDD31F" w14:textId="2EA61AE4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332:</w:t>
      </w:r>
    </w:p>
    <w:p w14:paraId="42291445" w14:textId="39A4AB9E" w:rsidR="00FF3BE5" w:rsidRPr="003853A8" w:rsidRDefault="009C34C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16-01-11, ŽST Opatov, úprava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nenachází položka 75E1B7, REGULACE A ZKOUŠENÍ ZABEZPECOVACÍHO ZARÍZENÍ. Žádáme zadavatele o prověření/vysvětlení.</w:t>
      </w:r>
    </w:p>
    <w:p w14:paraId="56E75857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CFB63E6" w14:textId="6B98905E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C9BF4F5" w14:textId="77777777" w:rsidR="00D74ABC" w:rsidRPr="003853A8" w:rsidRDefault="00D74AB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461121BC" w14:textId="27560AD1" w:rsidR="00D74ABC" w:rsidRPr="003853A8" w:rsidRDefault="00D74AB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29 (75E1B7) v množství 8 HOD.</w:t>
      </w:r>
    </w:p>
    <w:p w14:paraId="13343750" w14:textId="29D0716C" w:rsidR="00FF3BE5" w:rsidRPr="003853A8" w:rsidRDefault="00FF3BE5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</w:p>
    <w:p w14:paraId="48F8A61A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6091F59" w14:textId="1B3BE925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333:</w:t>
      </w:r>
    </w:p>
    <w:p w14:paraId="1F6C13F1" w14:textId="77777777" w:rsidR="009C34CD" w:rsidRPr="003853A8" w:rsidRDefault="009C34CD" w:rsidP="00D6100C">
      <w:pPr>
        <w:spacing w:after="0"/>
        <w:rPr>
          <w:rFonts w:asciiTheme="majorHAnsi" w:hAnsiTheme="majorHAnsi" w:cstheme="minorHAnsi"/>
        </w:rPr>
      </w:pPr>
      <w:r w:rsidRPr="003853A8">
        <w:rPr>
          <w:rFonts w:asciiTheme="majorHAnsi" w:hAnsiTheme="majorHAnsi" w:cstheme="minorHAnsi"/>
          <w:b/>
        </w:rPr>
        <w:t xml:space="preserve">PS 16-01-22.2, Úsek Opatov - </w:t>
      </w:r>
      <w:proofErr w:type="spellStart"/>
      <w:r w:rsidRPr="003853A8">
        <w:rPr>
          <w:rFonts w:asciiTheme="majorHAnsi" w:hAnsiTheme="majorHAnsi" w:cstheme="minorHAnsi"/>
          <w:b/>
        </w:rPr>
        <w:t>Odb</w:t>
      </w:r>
      <w:proofErr w:type="spellEnd"/>
      <w:r w:rsidRPr="003853A8">
        <w:rPr>
          <w:rFonts w:asciiTheme="majorHAnsi" w:hAnsiTheme="majorHAnsi" w:cstheme="minorHAnsi"/>
          <w:b/>
        </w:rPr>
        <w:t xml:space="preserve">. </w:t>
      </w:r>
      <w:proofErr w:type="spellStart"/>
      <w:r w:rsidRPr="003853A8">
        <w:rPr>
          <w:rFonts w:asciiTheme="majorHAnsi" w:hAnsiTheme="majorHAnsi" w:cstheme="minorHAnsi"/>
          <w:b/>
        </w:rPr>
        <w:t>Zádulka</w:t>
      </w:r>
      <w:proofErr w:type="spellEnd"/>
      <w:r w:rsidRPr="003853A8">
        <w:rPr>
          <w:rFonts w:asciiTheme="majorHAnsi" w:hAnsiTheme="majorHAnsi" w:cstheme="minorHAnsi"/>
          <w:b/>
        </w:rPr>
        <w:t xml:space="preserve">, provizorní TZZ. </w:t>
      </w:r>
      <w:r w:rsidRPr="003853A8">
        <w:rPr>
          <w:rFonts w:asciiTheme="majorHAnsi" w:hAnsiTheme="majorHAnsi" w:cstheme="minorHAnsi"/>
        </w:rPr>
        <w:t>V TZ se uvádí:</w:t>
      </w:r>
    </w:p>
    <w:p w14:paraId="1045CD29" w14:textId="77777777" w:rsidR="009C34CD" w:rsidRPr="003853A8" w:rsidRDefault="009C34CD" w:rsidP="00D6100C">
      <w:pPr>
        <w:spacing w:after="0"/>
        <w:rPr>
          <w:rFonts w:asciiTheme="majorHAnsi" w:hAnsiTheme="majorHAnsi" w:cstheme="minorHAnsi"/>
        </w:rPr>
      </w:pPr>
      <w:r w:rsidRPr="003853A8">
        <w:rPr>
          <w:rFonts w:asciiTheme="majorHAnsi" w:hAnsiTheme="majorHAnsi" w:cstheme="minorHAnsi"/>
        </w:rPr>
        <w:t>„</w:t>
      </w:r>
      <w:r w:rsidRPr="003853A8">
        <w:rPr>
          <w:rFonts w:asciiTheme="majorHAnsi" w:hAnsiTheme="majorHAnsi" w:cstheme="minorHAnsi"/>
          <w:noProof/>
          <w:lang w:eastAsia="cs-CZ"/>
        </w:rPr>
        <w:drawing>
          <wp:inline distT="0" distB="0" distL="0" distR="0" wp14:anchorId="7F38DA89" wp14:editId="14001387">
            <wp:extent cx="5369560" cy="26718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1203" cy="29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53A8">
        <w:rPr>
          <w:rFonts w:asciiTheme="majorHAnsi" w:hAnsiTheme="majorHAnsi" w:cstheme="minorHAnsi"/>
        </w:rPr>
        <w:t>“</w:t>
      </w:r>
    </w:p>
    <w:p w14:paraId="27043C07" w14:textId="60DC51BE" w:rsidR="00FF3BE5" w:rsidRPr="003853A8" w:rsidRDefault="009C34C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hAnsiTheme="majorHAnsi" w:cstheme="minorHAnsi"/>
        </w:rPr>
        <w:t>V soupisu prací jsme nenalezli položku pro demontáž AVV. Žádáme zadavatele o prověření/vysvětlení.</w:t>
      </w:r>
    </w:p>
    <w:p w14:paraId="4C4CB547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87F8FD7" w14:textId="61F9EED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8E7CD2C" w14:textId="77777777" w:rsidR="00B35D97" w:rsidRPr="003853A8" w:rsidRDefault="00B35D97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1FB7116A" w14:textId="65C40F08" w:rsidR="00B35D97" w:rsidRPr="003853A8" w:rsidRDefault="00B35D97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18 (75C778) v množství 4 KUS.</w:t>
      </w:r>
    </w:p>
    <w:p w14:paraId="5261DA0A" w14:textId="23D1006F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40A5859" w14:textId="77777777" w:rsidR="00AF19C0" w:rsidRPr="003853A8" w:rsidRDefault="00AF19C0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EF6951A" w14:textId="1A52BD33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334:</w:t>
      </w:r>
    </w:p>
    <w:p w14:paraId="5DB803CA" w14:textId="72909CC3" w:rsidR="009C34CD" w:rsidRPr="003853A8" w:rsidRDefault="009C34CD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16-01-22.2,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provizorní TZZ. </w:t>
      </w:r>
      <w:r w:rsidRPr="003853A8">
        <w:rPr>
          <w:rFonts w:asciiTheme="majorHAnsi" w:eastAsia="Times New Roman" w:hAnsiTheme="majorHAnsi" w:cs="Times New Roman"/>
          <w:lang w:eastAsia="cs-CZ"/>
        </w:rPr>
        <w:t>V TZ se uvádí:</w:t>
      </w:r>
    </w:p>
    <w:p w14:paraId="24C2D1FA" w14:textId="30DAD4EF" w:rsidR="00FF3BE5" w:rsidRPr="003853A8" w:rsidRDefault="009C34C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lastRenderedPageBreak/>
        <w:t>„Demontáž stávajícího PZS včetně RD řeší tento PS“. V soupisu prací jsme nenalezli položky pro demontáž vnitřní logiky přejezdu, jeho baterie, usměrňovače, RD. Žádáme zadavatele o prověření/vysvětlení.</w:t>
      </w:r>
    </w:p>
    <w:p w14:paraId="06DEA384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0FE1AE4" w14:textId="4DB07E00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6A4C93" w14:textId="77777777" w:rsidR="00B125F8" w:rsidRPr="003853A8" w:rsidRDefault="00B125F8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6C087E37" w14:textId="75D43EE0" w:rsidR="00B125F8" w:rsidRPr="003853A8" w:rsidRDefault="00B125F8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19 (75D128), 20 (75B6T8), 21 (75B68) a 22 (75D168) v množství 1 KUS.</w:t>
      </w:r>
    </w:p>
    <w:p w14:paraId="1F6FCE4D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1F4A19D2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8CD4974" w14:textId="3D982BA7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335:</w:t>
      </w:r>
    </w:p>
    <w:p w14:paraId="12C6B3E6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16-01-22.2, Úsek Opatov -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Odb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provizorní TZZ. </w:t>
      </w:r>
      <w:r w:rsidRPr="003853A8">
        <w:rPr>
          <w:rFonts w:asciiTheme="majorHAnsi" w:eastAsia="Times New Roman" w:hAnsiTheme="majorHAnsi" w:cs="Times New Roman"/>
          <w:lang w:eastAsia="cs-CZ"/>
        </w:rPr>
        <w:t>Podle situačního schématu (č. 2.201) postrádáme v soupisu prací následující položky:</w:t>
      </w:r>
    </w:p>
    <w:p w14:paraId="6BF03DDE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Vzdálenostní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upozorňovadlo - demontáž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>: 12ks</w:t>
      </w:r>
    </w:p>
    <w:p w14:paraId="7A825A24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Indikátorová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tabulka - demontáž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>: 4ks</w:t>
      </w:r>
    </w:p>
    <w:p w14:paraId="75C917E0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</w:p>
    <w:p w14:paraId="3EA5F5DE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Dále v soupisu prací dle situačního schéma předpokládáme u položky níže množství 6ks.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528"/>
        <w:gridCol w:w="709"/>
        <w:gridCol w:w="992"/>
      </w:tblGrid>
      <w:tr w:rsidR="009C34CD" w:rsidRPr="003853A8" w14:paraId="602F593D" w14:textId="77777777" w:rsidTr="009C34CD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FD62B79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EBB64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75C8A8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2577BDAD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VENKOVNÍ VÝSTROJ NEOHRANICENÉHO KOLEJOVÉHO OBVODU A KO BEZ STYKOVÉHO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TRANSFORMÁTORU - DEMONTÁŽ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B46139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02BD93" w14:textId="77777777" w:rsidR="009C34CD" w:rsidRPr="003853A8" w:rsidRDefault="009C34CD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4,000</w:t>
            </w:r>
          </w:p>
        </w:tc>
      </w:tr>
    </w:tbl>
    <w:p w14:paraId="137F52C7" w14:textId="77777777" w:rsidR="009C34CD" w:rsidRPr="003853A8" w:rsidRDefault="009C34CD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Žádáme zadavatele o prověření a případné úpravy/doplnění položek v/do soupisu prací.</w:t>
      </w:r>
    </w:p>
    <w:p w14:paraId="29F784A0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5F1163B" w14:textId="2633BD72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15EE40F" w14:textId="77777777" w:rsidR="00B125F8" w:rsidRPr="003853A8" w:rsidRDefault="00B125F8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06F4BD45" w14:textId="50A381AD" w:rsidR="00B125F8" w:rsidRPr="003853A8" w:rsidRDefault="00B125F8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23 (75C728) v množství 12 KUS.</w:t>
      </w:r>
    </w:p>
    <w:p w14:paraId="105FFBFA" w14:textId="20E4FC17" w:rsidR="00B125F8" w:rsidRPr="003853A8" w:rsidRDefault="00B125F8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 xml:space="preserve">Byla doplněna položka č. 24 (75C758) v množství 4 KUS. </w:t>
      </w:r>
    </w:p>
    <w:p w14:paraId="1B544F3B" w14:textId="01C7B727" w:rsidR="00B125F8" w:rsidRPr="003853A8" w:rsidRDefault="00B125F8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č.7 byla upravena na množství 6 KUS.</w:t>
      </w:r>
    </w:p>
    <w:p w14:paraId="0CE6552C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B5E35E6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846AC3E" w14:textId="5E28093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336:</w:t>
      </w:r>
    </w:p>
    <w:p w14:paraId="7D1DAAED" w14:textId="77777777" w:rsidR="002812E7" w:rsidRPr="003853A8" w:rsidRDefault="002812E7" w:rsidP="00D6100C">
      <w:pPr>
        <w:spacing w:after="0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13-01-11,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C., úprava SZZ</w:t>
      </w:r>
    </w:p>
    <w:p w14:paraId="76333C08" w14:textId="77777777" w:rsidR="002812E7" w:rsidRPr="003853A8" w:rsidRDefault="002812E7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670"/>
        <w:gridCol w:w="709"/>
        <w:gridCol w:w="1134"/>
      </w:tblGrid>
      <w:tr w:rsidR="002812E7" w:rsidRPr="003853A8" w14:paraId="57D3D191" w14:textId="77777777" w:rsidTr="002812E7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692FB84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C7AD20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75B861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A498AFA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SKRÍN ELEKTRONICKÉHO AUTOMATICKÉHO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BLOKU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657774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A486CB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1,000</w:t>
            </w:r>
          </w:p>
        </w:tc>
      </w:tr>
      <w:tr w:rsidR="002812E7" w:rsidRPr="003853A8" w14:paraId="46DD3BF9" w14:textId="77777777" w:rsidTr="002812E7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41B8DE0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1EC149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75B867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16E9F18D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SKRÍN ELEKTRONICKÉHO AUTOMATICKÉHO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BLOKU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47482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56613E" w14:textId="77777777" w:rsidR="002812E7" w:rsidRPr="003853A8" w:rsidRDefault="002812E7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1,000</w:t>
            </w:r>
          </w:p>
        </w:tc>
      </w:tr>
    </w:tbl>
    <w:p w14:paraId="7A4AB1BE" w14:textId="30529EFF" w:rsidR="00FF3BE5" w:rsidRPr="003853A8" w:rsidRDefault="002812E7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I dle ZD, konkrétně TZ, čl. 3.2.3.1 chápeme správně, že je položka určena k zajištění technologie TZZ Třebovice v Čechách pomocí elektronické vazby?</w:t>
      </w:r>
    </w:p>
    <w:p w14:paraId="1611B58F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E91C375" w14:textId="17A7A92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90415AD" w14:textId="4C5DAF2B" w:rsidR="00FF3BE5" w:rsidRPr="003853A8" w:rsidRDefault="00D74ABC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Ano, položka je určena k zajištění technologie TZZ</w:t>
      </w:r>
      <w:r w:rsidR="00EE2193" w:rsidRPr="003853A8">
        <w:rPr>
          <w:rFonts w:asciiTheme="majorHAnsi" w:eastAsia="Times New Roman" w:hAnsiTheme="majorHAnsi" w:cs="Times New Roman"/>
          <w:lang w:eastAsia="cs-CZ"/>
        </w:rPr>
        <w:t xml:space="preserve"> Třebovice v Čechách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 pomocí el. vazby.</w:t>
      </w:r>
    </w:p>
    <w:p w14:paraId="0CC07434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E36A70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1B1F9CE" w14:textId="7490E165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337:</w:t>
      </w:r>
    </w:p>
    <w:p w14:paraId="067E9490" w14:textId="41161022" w:rsidR="00AF19C0" w:rsidRPr="003853A8" w:rsidRDefault="00F958DD" w:rsidP="00D6100C">
      <w:pPr>
        <w:spacing w:after="0"/>
        <w:jc w:val="both"/>
        <w:rPr>
          <w:rFonts w:asciiTheme="majorHAnsi" w:eastAsia="Times New Roman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13-01-11,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C., úprava SZZ</w:t>
      </w:r>
    </w:p>
    <w:p w14:paraId="7081EE22" w14:textId="23716AA9" w:rsidR="00AF19C0" w:rsidRPr="003853A8" w:rsidRDefault="00F958DD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položka: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954"/>
        <w:gridCol w:w="991"/>
        <w:gridCol w:w="709"/>
      </w:tblGrid>
      <w:tr w:rsidR="00F958DD" w:rsidRPr="003853A8" w14:paraId="4FED1D7E" w14:textId="77777777" w:rsidTr="00F958DD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1CBF6B3A" w14:textId="77777777" w:rsidR="00F958DD" w:rsidRPr="003853A8" w:rsidRDefault="00F958D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8146B1" w14:textId="77777777" w:rsidR="00F958DD" w:rsidRPr="003853A8" w:rsidRDefault="00F958D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75B919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5881DE19" w14:textId="77777777" w:rsidR="00F958DD" w:rsidRPr="003853A8" w:rsidRDefault="00F958D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ZÁKLADNÍ SW ELEKTRONICKÉHO STAVEDLA S RELÉOVÝM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ROZHRANÍM - ÚPRAVA</w:t>
            </w:r>
            <w:proofErr w:type="gramEnd"/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09325135" w14:textId="77777777" w:rsidR="00F958DD" w:rsidRPr="003853A8" w:rsidRDefault="00F958D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215D9" w14:textId="77777777" w:rsidR="00F958DD" w:rsidRPr="003853A8" w:rsidRDefault="00F958DD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2,000</w:t>
            </w:r>
          </w:p>
        </w:tc>
      </w:tr>
    </w:tbl>
    <w:p w14:paraId="43C913E6" w14:textId="1E4869C0" w:rsidR="00FF3BE5" w:rsidRPr="003853A8" w:rsidRDefault="00F958DD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I dle ZD, konkrétně TZ, čl. 3.2.3.1 chápeme správně 2ks z důvodu úprav pro každou traťovou kolej zvlášť?</w:t>
      </w:r>
    </w:p>
    <w:p w14:paraId="79BD5816" w14:textId="77777777" w:rsidR="00D6100C" w:rsidRPr="003853A8" w:rsidRDefault="00D6100C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40D4403" w14:textId="406EE7BF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BF6D851" w14:textId="254DEF5B" w:rsidR="00FF3BE5" w:rsidRPr="003853A8" w:rsidRDefault="00D74ABC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Ano, traťové koleje se upravují zvlášť v době </w:t>
      </w:r>
      <w:r w:rsidR="0008211F" w:rsidRPr="003853A8">
        <w:rPr>
          <w:rFonts w:asciiTheme="majorHAnsi" w:eastAsia="Times New Roman" w:hAnsiTheme="majorHAnsi" w:cs="Times New Roman"/>
          <w:lang w:eastAsia="cs-CZ"/>
        </w:rPr>
        <w:t>dvou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 stavební</w:t>
      </w:r>
      <w:r w:rsidR="0008211F" w:rsidRPr="003853A8">
        <w:rPr>
          <w:rFonts w:asciiTheme="majorHAnsi" w:eastAsia="Times New Roman" w:hAnsiTheme="majorHAnsi" w:cs="Times New Roman"/>
          <w:lang w:eastAsia="cs-CZ"/>
        </w:rPr>
        <w:t>ch</w:t>
      </w:r>
      <w:r w:rsidRPr="003853A8">
        <w:rPr>
          <w:rFonts w:asciiTheme="majorHAnsi" w:eastAsia="Times New Roman" w:hAnsiTheme="majorHAnsi" w:cs="Times New Roman"/>
          <w:lang w:eastAsia="cs-CZ"/>
        </w:rPr>
        <w:t xml:space="preserve"> postup</w:t>
      </w:r>
      <w:r w:rsidR="0008211F" w:rsidRPr="003853A8">
        <w:rPr>
          <w:rFonts w:asciiTheme="majorHAnsi" w:eastAsia="Times New Roman" w:hAnsiTheme="majorHAnsi" w:cs="Times New Roman"/>
          <w:lang w:eastAsia="cs-CZ"/>
        </w:rPr>
        <w:t>ů</w:t>
      </w:r>
      <w:r w:rsidRPr="003853A8">
        <w:rPr>
          <w:rFonts w:asciiTheme="majorHAnsi" w:eastAsia="Times New Roman" w:hAnsiTheme="majorHAnsi" w:cs="Times New Roman"/>
          <w:lang w:eastAsia="cs-CZ"/>
        </w:rPr>
        <w:t>.</w:t>
      </w:r>
    </w:p>
    <w:p w14:paraId="30C8D3C8" w14:textId="5115A86A" w:rsidR="00AF19C0" w:rsidRPr="003853A8" w:rsidRDefault="00AF19C0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6EACE3D" w14:textId="77777777" w:rsidR="00AF19C0" w:rsidRPr="003853A8" w:rsidRDefault="00AF19C0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B52625A" w14:textId="78D1C79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338:</w:t>
      </w:r>
    </w:p>
    <w:p w14:paraId="5936FBA0" w14:textId="77777777" w:rsidR="00B12033" w:rsidRPr="003853A8" w:rsidRDefault="00B12033" w:rsidP="00D6100C">
      <w:pPr>
        <w:spacing w:after="0"/>
        <w:rPr>
          <w:rFonts w:asciiTheme="majorHAnsi" w:hAnsiTheme="majorHAnsi" w:cs="Arial"/>
          <w:b/>
        </w:rPr>
      </w:pPr>
      <w:r w:rsidRPr="003853A8">
        <w:rPr>
          <w:rFonts w:asciiTheme="majorHAnsi" w:hAnsiTheme="majorHAnsi" w:cs="Arial"/>
          <w:b/>
        </w:rPr>
        <w:t>PS 16-01-11, ŽST Opatov, úprava SZZ</w:t>
      </w:r>
    </w:p>
    <w:p w14:paraId="2D601EFD" w14:textId="03EA1F55" w:rsidR="00B12033" w:rsidRPr="003853A8" w:rsidRDefault="00B12033" w:rsidP="00D6100C">
      <w:pPr>
        <w:spacing w:after="0"/>
        <w:rPr>
          <w:rFonts w:asciiTheme="majorHAnsi" w:hAnsiTheme="majorHAnsi" w:cs="Arial"/>
        </w:rPr>
      </w:pPr>
      <w:r w:rsidRPr="003853A8">
        <w:rPr>
          <w:rFonts w:asciiTheme="majorHAnsi" w:hAnsiTheme="majorHAnsi" w:cs="Arial"/>
        </w:rPr>
        <w:t>V soupisu prací se nachází položka:</w:t>
      </w:r>
    </w:p>
    <w:p w14:paraId="47C0ABDD" w14:textId="77777777" w:rsidR="00AF19C0" w:rsidRPr="003853A8" w:rsidRDefault="00AF19C0" w:rsidP="00D6100C">
      <w:pPr>
        <w:spacing w:after="0"/>
        <w:rPr>
          <w:rFonts w:asciiTheme="majorHAnsi" w:hAnsiTheme="majorHAnsi" w:cs="Arial"/>
        </w:rPr>
      </w:pP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954"/>
        <w:gridCol w:w="991"/>
        <w:gridCol w:w="709"/>
      </w:tblGrid>
      <w:tr w:rsidR="003853A8" w:rsidRPr="003853A8" w14:paraId="27CC9011" w14:textId="77777777" w:rsidTr="00B12033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B919F08" w14:textId="77777777" w:rsidR="00B12033" w:rsidRPr="003853A8" w:rsidRDefault="00B12033" w:rsidP="00D6100C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3853A8">
              <w:rPr>
                <w:rFonts w:asciiTheme="majorHAnsi" w:eastAsia="Times New Roman" w:hAnsiTheme="majorHAnsi" w:cs="Arial"/>
                <w:lang w:eastAsia="cs-CZ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8EEEE9" w14:textId="77777777" w:rsidR="00B12033" w:rsidRPr="003853A8" w:rsidRDefault="00B12033" w:rsidP="00D6100C">
            <w:pPr>
              <w:spacing w:after="0"/>
              <w:jc w:val="right"/>
              <w:rPr>
                <w:rFonts w:asciiTheme="majorHAnsi" w:eastAsia="Times New Roman" w:hAnsiTheme="majorHAnsi" w:cs="Arial"/>
                <w:lang w:eastAsia="cs-CZ"/>
              </w:rPr>
            </w:pPr>
            <w:r w:rsidRPr="003853A8">
              <w:rPr>
                <w:rFonts w:asciiTheme="majorHAnsi" w:eastAsia="Times New Roman" w:hAnsiTheme="majorHAnsi" w:cs="Arial"/>
                <w:lang w:eastAsia="cs-CZ"/>
              </w:rPr>
              <w:t>75B919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2706E43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  <w:r w:rsidRPr="003853A8">
              <w:rPr>
                <w:rFonts w:asciiTheme="majorHAnsi" w:eastAsia="Times New Roman" w:hAnsiTheme="majorHAnsi" w:cs="Arial"/>
                <w:lang w:eastAsia="cs-CZ"/>
              </w:rPr>
              <w:t xml:space="preserve">ZÁKLADNÍ SW ELEKTRONICKÉHO STAVEDLA S RELÉOVÝM </w:t>
            </w:r>
            <w:proofErr w:type="gramStart"/>
            <w:r w:rsidRPr="003853A8">
              <w:rPr>
                <w:rFonts w:asciiTheme="majorHAnsi" w:eastAsia="Times New Roman" w:hAnsiTheme="majorHAnsi" w:cs="Arial"/>
                <w:lang w:eastAsia="cs-CZ"/>
              </w:rPr>
              <w:t>ROZHRANÍM - ÚPRAVA</w:t>
            </w:r>
            <w:proofErr w:type="gramEnd"/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14:paraId="7E42BF80" w14:textId="77777777" w:rsidR="00B12033" w:rsidRPr="003853A8" w:rsidRDefault="00B12033" w:rsidP="00D6100C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3853A8">
              <w:rPr>
                <w:rFonts w:asciiTheme="majorHAnsi" w:eastAsia="Times New Roman" w:hAnsiTheme="majorHAnsi" w:cs="Arial"/>
                <w:lang w:eastAsia="cs-CZ"/>
              </w:rPr>
              <w:t>KUS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9966C" w14:textId="77777777" w:rsidR="00B12033" w:rsidRPr="003853A8" w:rsidRDefault="00B12033" w:rsidP="00D6100C">
            <w:pPr>
              <w:spacing w:after="0"/>
              <w:jc w:val="center"/>
              <w:rPr>
                <w:rFonts w:asciiTheme="majorHAnsi" w:eastAsia="Times New Roman" w:hAnsiTheme="majorHAnsi" w:cs="Arial"/>
                <w:lang w:eastAsia="cs-CZ"/>
              </w:rPr>
            </w:pPr>
            <w:r w:rsidRPr="003853A8">
              <w:rPr>
                <w:rFonts w:asciiTheme="majorHAnsi" w:eastAsia="Times New Roman" w:hAnsiTheme="majorHAnsi" w:cs="Arial"/>
                <w:lang w:eastAsia="cs-CZ"/>
              </w:rPr>
              <w:t xml:space="preserve">    2,000</w:t>
            </w:r>
          </w:p>
        </w:tc>
      </w:tr>
    </w:tbl>
    <w:p w14:paraId="74EF3141" w14:textId="77777777" w:rsidR="00AF19C0" w:rsidRPr="003853A8" w:rsidRDefault="00AF19C0" w:rsidP="00D6100C">
      <w:pPr>
        <w:spacing w:after="0"/>
        <w:jc w:val="both"/>
        <w:rPr>
          <w:rFonts w:asciiTheme="majorHAnsi" w:hAnsiTheme="majorHAnsi" w:cs="Arial"/>
        </w:rPr>
      </w:pPr>
    </w:p>
    <w:p w14:paraId="7293D901" w14:textId="458E08AA" w:rsidR="00FF3BE5" w:rsidRPr="003853A8" w:rsidRDefault="00B12033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hAnsiTheme="majorHAnsi" w:cs="Arial"/>
        </w:rPr>
        <w:t>I dle ZD a TZ chápeme správně 2ks z důvodu úprav pro každou traťovou kolej zvlášť?</w:t>
      </w:r>
    </w:p>
    <w:p w14:paraId="70C30029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CF8F20D" w14:textId="4399724E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FC9EA34" w14:textId="77777777" w:rsidR="00D74ABC" w:rsidRPr="003853A8" w:rsidRDefault="00D74AB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402AA2FC" w14:textId="327DF12E" w:rsidR="00D74ABC" w:rsidRPr="003853A8" w:rsidRDefault="00D74AB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č.14 byla upravena na množství 1 KUS. Traťové koleje se upravují zároveň.</w:t>
      </w:r>
    </w:p>
    <w:p w14:paraId="484C969B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D3AA3AE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DA62F38" w14:textId="6197A5F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339:</w:t>
      </w:r>
    </w:p>
    <w:p w14:paraId="4C6A235C" w14:textId="77777777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TZ se uvádí:</w:t>
      </w:r>
    </w:p>
    <w:p w14:paraId="1EDB5BC3" w14:textId="77777777" w:rsidR="00B12033" w:rsidRPr="003853A8" w:rsidRDefault="00B12033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„3.2.3.5 Umístění zařízení v objektu venkovních výpravčích na 1.nástupišti (v.č.2.607)</w:t>
      </w:r>
    </w:p>
    <w:p w14:paraId="605C0B6C" w14:textId="77777777" w:rsidR="00B12033" w:rsidRPr="003853A8" w:rsidRDefault="00B12033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Ve výpravní budově ve dvou místnostech dopravní kanceláře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m.č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OP225 a OP227 venkovních</w:t>
      </w:r>
    </w:p>
    <w:p w14:paraId="4F034BE1" w14:textId="14A5ABDC" w:rsidR="00B12033" w:rsidRPr="003853A8" w:rsidRDefault="00B12033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výpravčích se umístí dvě bezobslužná pracoviště pro informaci výpravčích o stavěných cestách podle v.č.605. V místnosti OP225 se nové monitory umístí v rohu místnosti atypickým uchycením na stěnu pod stávající zobrazovací jednotku. V místnosti OP227 se ke stávajícímu pracovišti výpravčího přistaví do volného rohu rohová stolová sestava s monitory nového bezobslužného pracoviště výpravčího. Vstup kabelů do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obou  místností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 xml:space="preserve"> bude proveden stávajícím vstupem.“</w:t>
      </w:r>
    </w:p>
    <w:p w14:paraId="46DC3817" w14:textId="6EA3B2E7" w:rsidR="00AF19C0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36"/>
        <w:gridCol w:w="5826"/>
        <w:gridCol w:w="567"/>
        <w:gridCol w:w="992"/>
      </w:tblGrid>
      <w:tr w:rsidR="00B12033" w:rsidRPr="003853A8" w14:paraId="5CBF4D85" w14:textId="77777777" w:rsidTr="00B12033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FB40484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31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481E28E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75B211</w:t>
            </w:r>
          </w:p>
        </w:tc>
        <w:tc>
          <w:tcPr>
            <w:tcW w:w="5826" w:type="dxa"/>
            <w:shd w:val="clear" w:color="auto" w:fill="auto"/>
            <w:vAlign w:val="center"/>
            <w:hideMark/>
          </w:tcPr>
          <w:p w14:paraId="4813DD71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JEDNOTNÉ OVLÁDACÍ PRACOVIŠTE (JOP), TECHNOLOGIE,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NEZÁLOHOVANÉ - DODÁVKA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30261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1F244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9,000</w:t>
            </w:r>
          </w:p>
        </w:tc>
      </w:tr>
      <w:tr w:rsidR="00B12033" w:rsidRPr="003853A8" w14:paraId="0C39DAF3" w14:textId="77777777" w:rsidTr="00B12033">
        <w:trPr>
          <w:trHeight w:val="510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20DDB1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32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589A9775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75B217</w:t>
            </w:r>
          </w:p>
        </w:tc>
        <w:tc>
          <w:tcPr>
            <w:tcW w:w="5826" w:type="dxa"/>
            <w:shd w:val="clear" w:color="auto" w:fill="auto"/>
            <w:vAlign w:val="center"/>
            <w:hideMark/>
          </w:tcPr>
          <w:p w14:paraId="3DB153BF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JEDNOTNÉ OVLÁDACÍ PRACOVIŠTE (JOP), TECHNOLOGIE,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NEZÁLOHOVANÉ - MONTÁŽ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6A3F9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2D5C4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9,000</w:t>
            </w:r>
          </w:p>
        </w:tc>
      </w:tr>
    </w:tbl>
    <w:p w14:paraId="65609D39" w14:textId="739EEC02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Vzhledem k požadavku na: 8x JOP + 1x JOP/ASDEK (dle výkresu č. 2.603, pokud již není započítáno jako servisní a diagnostické pracoviště) + 1x JOP (dle výkresu 2.604) + 2x bezobslužné pracoviště vyplývá u uvedených položek množství 11 až 12ks JOP. Žádáme zadavatele o prověření. </w:t>
      </w:r>
    </w:p>
    <w:p w14:paraId="554439D7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B9315CB" w14:textId="187B825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962545" w14:textId="77777777" w:rsidR="00D74ABC" w:rsidRPr="003853A8" w:rsidRDefault="00D74AB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4EA1E058" w14:textId="2980EABB" w:rsidR="00D74ABC" w:rsidRPr="003853A8" w:rsidRDefault="00D74AB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č.31 a 32 byla upravena na množství 12 KUS.</w:t>
      </w:r>
    </w:p>
    <w:p w14:paraId="24B7C611" w14:textId="5DA582C2" w:rsidR="00FF3BE5" w:rsidRPr="003853A8" w:rsidRDefault="00FF3BE5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</w:p>
    <w:p w14:paraId="73FFD219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82BF488" w14:textId="2625CB70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340:</w:t>
      </w:r>
    </w:p>
    <w:p w14:paraId="065999F2" w14:textId="19134846" w:rsidR="00AF19C0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z hlediska nábytku nachází položky: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670"/>
        <w:gridCol w:w="708"/>
        <w:gridCol w:w="993"/>
      </w:tblGrid>
      <w:tr w:rsidR="00B12033" w:rsidRPr="003853A8" w14:paraId="035AC298" w14:textId="77777777" w:rsidTr="00B12033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875364B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B0B2D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75B261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CC9A28B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NÁBYTEK PRO JOP A SERVISNÍ A DIAGNOSTICKÉ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PRACOVIŠTE - STOLY</w:t>
            </w:r>
            <w:proofErr w:type="gramEnd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PEVNÉ PRO JEDNO PRACOVIŠTE – DODÁVKA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6D906E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4A8EF2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12,000</w:t>
            </w:r>
          </w:p>
        </w:tc>
      </w:tr>
      <w:tr w:rsidR="00B12033" w:rsidRPr="003853A8" w14:paraId="5B790766" w14:textId="77777777" w:rsidTr="00B12033">
        <w:trPr>
          <w:trHeight w:val="510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BE7EB41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38F2A2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75B267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2C0F868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NÁBYTEK PRO JOP A SERVISNÍ A DIAGNOSTICKÉ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PRACOVIŠTE - STOLY</w:t>
            </w:r>
            <w:proofErr w:type="gramEnd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PEVNÉ PRO JEDNO PRACOVIŠTE - MONTÁŽ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069987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3CB1AD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12,000</w:t>
            </w:r>
          </w:p>
        </w:tc>
      </w:tr>
    </w:tbl>
    <w:p w14:paraId="4D1DADD1" w14:textId="36739BAD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Ze ZD vyplývá celkem 5ks pevných stolů: 2ks pro záložní JOP (výkres č. 2.602 a 2.604) a 3ks pro diagnostiku (výkres č. 2.602 a 2.604).</w:t>
      </w:r>
    </w:p>
    <w:p w14:paraId="06A21BFF" w14:textId="77777777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Dále ze ZD vyplývá 9ks výškově stavitelných stolů (pro JOP a ASDEK).</w:t>
      </w:r>
    </w:p>
    <w:p w14:paraId="6E057C55" w14:textId="77777777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Žádáme zadavatele o prověření.</w:t>
      </w:r>
    </w:p>
    <w:p w14:paraId="335902EB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B8EE837" w14:textId="77EBFD15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B72E9FA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4286E5C6" w14:textId="6D4533E8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145 (75B271) a 146 (75B277) v množství 9 KUS.</w:t>
      </w:r>
    </w:p>
    <w:p w14:paraId="40B51C20" w14:textId="71DE1B1D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č.37 a 38 byla upravena na množství 5 KUS.</w:t>
      </w:r>
    </w:p>
    <w:p w14:paraId="3433D991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42E531C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4037454B" w14:textId="25D35F63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341:</w:t>
      </w:r>
    </w:p>
    <w:p w14:paraId="307FBE18" w14:textId="77777777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8"/>
        <w:gridCol w:w="5664"/>
        <w:gridCol w:w="709"/>
        <w:gridCol w:w="992"/>
      </w:tblGrid>
      <w:tr w:rsidR="00B12033" w:rsidRPr="003853A8" w14:paraId="798F1B33" w14:textId="77777777" w:rsidTr="00B12033">
        <w:trPr>
          <w:trHeight w:val="255"/>
          <w:jc w:val="center"/>
        </w:trPr>
        <w:tc>
          <w:tcPr>
            <w:tcW w:w="369" w:type="dxa"/>
            <w:shd w:val="clear" w:color="auto" w:fill="auto"/>
            <w:noWrap/>
            <w:vAlign w:val="center"/>
            <w:hideMark/>
          </w:tcPr>
          <w:p w14:paraId="2FAC78B5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lastRenderedPageBreak/>
              <w:t>35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069F975E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75B231</w:t>
            </w:r>
          </w:p>
        </w:tc>
        <w:tc>
          <w:tcPr>
            <w:tcW w:w="5664" w:type="dxa"/>
            <w:shd w:val="clear" w:color="auto" w:fill="auto"/>
            <w:vAlign w:val="center"/>
            <w:hideMark/>
          </w:tcPr>
          <w:p w14:paraId="337E9BEF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GRAFICKO-TECHNOLOGICKÁ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NADSTAVBA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0EECD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5F32F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9,000</w:t>
            </w:r>
          </w:p>
        </w:tc>
      </w:tr>
      <w:tr w:rsidR="00B12033" w:rsidRPr="003853A8" w14:paraId="350CE376" w14:textId="77777777" w:rsidTr="00B12033">
        <w:trPr>
          <w:trHeight w:val="255"/>
          <w:jc w:val="center"/>
        </w:trPr>
        <w:tc>
          <w:tcPr>
            <w:tcW w:w="369" w:type="dxa"/>
            <w:shd w:val="clear" w:color="auto" w:fill="auto"/>
            <w:noWrap/>
            <w:vAlign w:val="center"/>
            <w:hideMark/>
          </w:tcPr>
          <w:p w14:paraId="02137E86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36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14:paraId="40E98C0F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75B237</w:t>
            </w:r>
          </w:p>
        </w:tc>
        <w:tc>
          <w:tcPr>
            <w:tcW w:w="5664" w:type="dxa"/>
            <w:shd w:val="clear" w:color="auto" w:fill="auto"/>
            <w:vAlign w:val="center"/>
            <w:hideMark/>
          </w:tcPr>
          <w:p w14:paraId="5AAEE9D3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GRAFICKO-TECHNOLOGICKÁ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NADSTAVBA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D3459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DDF500" w14:textId="77777777" w:rsidR="00B12033" w:rsidRPr="003853A8" w:rsidRDefault="00B12033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9,000</w:t>
            </w:r>
          </w:p>
        </w:tc>
      </w:tr>
    </w:tbl>
    <w:p w14:paraId="776FB857" w14:textId="77777777" w:rsidR="00B12033" w:rsidRPr="003853A8" w:rsidRDefault="00B12033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I dle výkresů č. 2.602, 2.603, 2.604, 2.607 vyplývá množství spíše 8ks. Žádáme zadavatele o prověření.</w:t>
      </w:r>
    </w:p>
    <w:p w14:paraId="08E7C3DF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B2EBE8D" w14:textId="13C85EC1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1C7122D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1C71E3AB" w14:textId="3BA750A4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č.35 a 36 byla upravena na množství 8 KUS.</w:t>
      </w:r>
    </w:p>
    <w:p w14:paraId="3E186F2F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highlight w:val="yellow"/>
          <w:lang w:eastAsia="cs-CZ"/>
        </w:rPr>
      </w:pPr>
    </w:p>
    <w:p w14:paraId="4A6E27F4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highlight w:val="yellow"/>
          <w:lang w:eastAsia="cs-CZ"/>
        </w:rPr>
      </w:pPr>
    </w:p>
    <w:p w14:paraId="4CA4FFC1" w14:textId="36BBE4D8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342:</w:t>
      </w:r>
    </w:p>
    <w:p w14:paraId="3E752FFF" w14:textId="77777777" w:rsidR="00B12033" w:rsidRPr="003853A8" w:rsidRDefault="00B12033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položka:</w:t>
      </w:r>
    </w:p>
    <w:tbl>
      <w:tblPr>
        <w:tblW w:w="8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954"/>
        <w:gridCol w:w="567"/>
        <w:gridCol w:w="993"/>
      </w:tblGrid>
      <w:tr w:rsidR="00B12033" w:rsidRPr="003853A8" w14:paraId="6B6D7146" w14:textId="77777777" w:rsidTr="00E03CE4">
        <w:trPr>
          <w:trHeight w:val="2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0BF0FFF" w14:textId="77777777" w:rsidR="00B12033" w:rsidRPr="003853A8" w:rsidRDefault="00B12033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D5729E" w14:textId="77777777" w:rsidR="00B12033" w:rsidRPr="003853A8" w:rsidRDefault="00B12033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75B981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139AEE18" w14:textId="77777777" w:rsidR="00B12033" w:rsidRPr="003853A8" w:rsidRDefault="00B12033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SW PRO GRAFICKO-TECHNOLOGICKOU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NADSTAVBU - DODÁVKA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CC844" w14:textId="77777777" w:rsidR="00B12033" w:rsidRPr="003853A8" w:rsidRDefault="00B12033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8B9F5D" w14:textId="77777777" w:rsidR="00B12033" w:rsidRPr="003853A8" w:rsidRDefault="00B12033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9,000</w:t>
            </w:r>
          </w:p>
        </w:tc>
      </w:tr>
    </w:tbl>
    <w:p w14:paraId="70F47011" w14:textId="609F7700" w:rsidR="00FF3BE5" w:rsidRPr="003853A8" w:rsidRDefault="00B12033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I dle výkresů č. 2.602, 2.603, 2.604, 2.607 vyplývá množství u pol. č. 61 spíše 8ks. Žádáme zadavatele o prověření.</w:t>
      </w:r>
    </w:p>
    <w:p w14:paraId="6704A7F2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C7C3E06" w14:textId="3E51E681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40E7D3A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2D8BF0C0" w14:textId="69D0EF5A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č.61 byla upravena na množství 8 KUS.</w:t>
      </w:r>
    </w:p>
    <w:p w14:paraId="27628B93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A915FCC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0614BCFA" w14:textId="7A0F8E24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343:</w:t>
      </w:r>
    </w:p>
    <w:p w14:paraId="4CE30160" w14:textId="77777777" w:rsidR="00E03CE4" w:rsidRPr="003853A8" w:rsidRDefault="00E03CE4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TZ se nachází položky: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5386"/>
        <w:gridCol w:w="709"/>
        <w:gridCol w:w="1134"/>
      </w:tblGrid>
      <w:tr w:rsidR="00E03CE4" w:rsidRPr="003853A8" w14:paraId="1604BF34" w14:textId="77777777" w:rsidTr="00E03CE4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3BB89885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BFEC3A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75B491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64D6329A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SKRÍN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KABELOVÁ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602D5E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B92671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20,000</w:t>
            </w:r>
          </w:p>
        </w:tc>
      </w:tr>
      <w:tr w:rsidR="00E03CE4" w:rsidRPr="003853A8" w14:paraId="13551A85" w14:textId="77777777" w:rsidTr="00E03CE4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4F27F4FF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EEC2F0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75B497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14:paraId="44B94508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SKRÍN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KABELOVÁ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9A2790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C891E" w14:textId="77777777" w:rsidR="00E03CE4" w:rsidRPr="003853A8" w:rsidRDefault="00E03CE4" w:rsidP="00D6100C">
            <w:pPr>
              <w:spacing w:after="0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20,000</w:t>
            </w:r>
          </w:p>
        </w:tc>
      </w:tr>
    </w:tbl>
    <w:p w14:paraId="468576B3" w14:textId="4AA2F3DE" w:rsidR="00E03CE4" w:rsidRPr="003853A8" w:rsidRDefault="00E03CE4" w:rsidP="00D6100C">
      <w:pPr>
        <w:spacing w:after="0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Domníváme se, že u obdobných staveb/stavědel je předpokládané množství kabelových skříní cca do 15ks. Prosím zadavatele o prověření a změnu množství u uvedených položek do 15 kusů.</w:t>
      </w:r>
    </w:p>
    <w:p w14:paraId="33F9067D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584AB98" w14:textId="38ABDAE3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60C473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665D4160" w14:textId="52C7C6EA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Položka č.39 a 40 byla upravena na množství 15 KUS.</w:t>
      </w:r>
    </w:p>
    <w:p w14:paraId="5E5E04F7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7F14D5F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5F3226F4" w14:textId="6E01FFC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344:</w:t>
      </w:r>
    </w:p>
    <w:p w14:paraId="63CD583A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24-01-11.1,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., definitivní SZZ. </w:t>
      </w:r>
      <w:r w:rsidRPr="003853A8">
        <w:rPr>
          <w:rFonts w:asciiTheme="majorHAnsi" w:eastAsia="Times New Roman" w:hAnsiTheme="majorHAnsi" w:cs="Times New Roman"/>
          <w:lang w:eastAsia="cs-CZ"/>
        </w:rPr>
        <w:t>V soupisu prací se nachází položky: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812"/>
        <w:gridCol w:w="709"/>
        <w:gridCol w:w="992"/>
      </w:tblGrid>
      <w:tr w:rsidR="00E03CE4" w:rsidRPr="003853A8" w14:paraId="68E61F35" w14:textId="77777777" w:rsidTr="00E03CE4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7BE95CA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8555BA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75B601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27369744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KOMPLETNÍ NAPÁJECÍ ZDROJ (50 HZ) DO 50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KVA - DODÁVKA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5C53F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7CEEE9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2,000</w:t>
            </w:r>
          </w:p>
        </w:tc>
      </w:tr>
      <w:tr w:rsidR="00E03CE4" w:rsidRPr="003853A8" w14:paraId="2ABE4622" w14:textId="77777777" w:rsidTr="00E03CE4">
        <w:trPr>
          <w:trHeight w:val="255"/>
          <w:jc w:val="center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5F4827CB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2B7408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75B647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14:paraId="140F3638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NAPÁJECÍ </w:t>
            </w:r>
            <w:proofErr w:type="gramStart"/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ZDROJ - MONTÁŽ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9FB79F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5407DB" w14:textId="77777777" w:rsidR="00E03CE4" w:rsidRPr="003853A8" w:rsidRDefault="00E03CE4" w:rsidP="00D6100C">
            <w:pPr>
              <w:spacing w:after="0"/>
              <w:jc w:val="both"/>
              <w:rPr>
                <w:rFonts w:asciiTheme="majorHAnsi" w:eastAsia="Times New Roman" w:hAnsiTheme="majorHAnsi" w:cs="Times New Roman"/>
                <w:lang w:eastAsia="cs-CZ"/>
              </w:rPr>
            </w:pPr>
            <w:r w:rsidRPr="003853A8">
              <w:rPr>
                <w:rFonts w:asciiTheme="majorHAnsi" w:eastAsia="Times New Roman" w:hAnsiTheme="majorHAnsi" w:cs="Times New Roman"/>
                <w:lang w:eastAsia="cs-CZ"/>
              </w:rPr>
              <w:t xml:space="preserve">    2,000</w:t>
            </w:r>
          </w:p>
        </w:tc>
      </w:tr>
    </w:tbl>
    <w:p w14:paraId="60955D91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 TZ je uvedeno:</w:t>
      </w:r>
    </w:p>
    <w:p w14:paraId="5D336DFF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„Pro napájení tak velkého rozsahu ŽST Česká Třebová osobní a odjezdová skupina budou zřízeny dva napájecí zdroje </w:t>
      </w:r>
      <w:proofErr w:type="gramStart"/>
      <w:r w:rsidRPr="003853A8">
        <w:rPr>
          <w:rFonts w:asciiTheme="majorHAnsi" w:eastAsia="Times New Roman" w:hAnsiTheme="majorHAnsi" w:cs="Times New Roman"/>
          <w:lang w:eastAsia="cs-CZ"/>
        </w:rPr>
        <w:t>a  na</w:t>
      </w:r>
      <w:proofErr w:type="gramEnd"/>
      <w:r w:rsidRPr="003853A8">
        <w:rPr>
          <w:rFonts w:asciiTheme="majorHAnsi" w:eastAsia="Times New Roman" w:hAnsiTheme="majorHAnsi" w:cs="Times New Roman"/>
          <w:lang w:eastAsia="cs-CZ"/>
        </w:rPr>
        <w:t xml:space="preserve"> vzdáleném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zhlaví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Zádulka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 xml:space="preserve"> bude zřízen také nový napájecí zdroj.“</w:t>
      </w:r>
    </w:p>
    <w:p w14:paraId="220D38A2" w14:textId="190FC62D" w:rsidR="00FF3BE5" w:rsidRPr="003853A8" w:rsidRDefault="00E03CE4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Celkem tedy předpokládáme potřebu 3ks napájecích zdrojů. Žádáme zadavatele o prověření a opravu množství.</w:t>
      </w:r>
    </w:p>
    <w:p w14:paraId="4795C070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0425818" w14:textId="737AC2F2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88ACCED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2C890E7C" w14:textId="0C5827D5" w:rsidR="00FF3BE5" w:rsidRPr="003853A8" w:rsidRDefault="0036438C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3853A8">
        <w:rPr>
          <w:rFonts w:asciiTheme="majorHAnsi" w:hAnsiTheme="majorHAnsi"/>
        </w:rPr>
        <w:t>Položka č.49 a 50 byla upravena na množství 3 KUS</w:t>
      </w:r>
    </w:p>
    <w:p w14:paraId="20FD76BA" w14:textId="570472B6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0B18AC7" w14:textId="77777777" w:rsidR="00AF19C0" w:rsidRPr="003853A8" w:rsidRDefault="00AF19C0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6C08295" w14:textId="0964C74C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345:</w:t>
      </w:r>
    </w:p>
    <w:p w14:paraId="125E4CC6" w14:textId="6A54FD39" w:rsidR="00FF3BE5" w:rsidRPr="003853A8" w:rsidRDefault="00E03CE4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24-01-11.2, ŽST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Ceská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SZZ</w:t>
      </w:r>
      <w:r w:rsidRPr="003853A8">
        <w:rPr>
          <w:rFonts w:asciiTheme="majorHAnsi" w:eastAsia="Times New Roman" w:hAnsiTheme="majorHAnsi" w:cs="Times New Roman"/>
          <w:lang w:eastAsia="cs-CZ"/>
        </w:rPr>
        <w:t>. Dle TZ se požaduje demontáž betonových a plastových žlabů. Soupis prací neobsahuje položky pro tyto demontáže. Žádáme zadavatele o prověření.</w:t>
      </w:r>
    </w:p>
    <w:p w14:paraId="47E54C09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9D0C3C6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6B3F5B6" w14:textId="42A2C79E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5DB9E2A6" w14:textId="77777777" w:rsidR="0036438C" w:rsidRPr="003853A8" w:rsidRDefault="0036438C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3F38D7D1" w14:textId="78AD9379" w:rsidR="0036438C" w:rsidRPr="003853A8" w:rsidRDefault="0036438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94 (</w:t>
      </w:r>
      <w:r w:rsidR="00C337BB" w:rsidRPr="003853A8">
        <w:rPr>
          <w:rFonts w:asciiTheme="majorHAnsi" w:hAnsiTheme="majorHAnsi"/>
        </w:rPr>
        <w:t>709611</w:t>
      </w:r>
      <w:r w:rsidRPr="003853A8">
        <w:rPr>
          <w:rFonts w:asciiTheme="majorHAnsi" w:hAnsiTheme="majorHAnsi"/>
        </w:rPr>
        <w:t xml:space="preserve">) v množství </w:t>
      </w:r>
      <w:r w:rsidR="00C337BB" w:rsidRPr="003853A8">
        <w:rPr>
          <w:rFonts w:asciiTheme="majorHAnsi" w:hAnsiTheme="majorHAnsi"/>
        </w:rPr>
        <w:t>4726</w:t>
      </w:r>
      <w:r w:rsidRPr="003853A8">
        <w:rPr>
          <w:rFonts w:asciiTheme="majorHAnsi" w:hAnsiTheme="majorHAnsi"/>
        </w:rPr>
        <w:t xml:space="preserve"> </w:t>
      </w:r>
      <w:r w:rsidR="00C337BB" w:rsidRPr="003853A8">
        <w:rPr>
          <w:rFonts w:asciiTheme="majorHAnsi" w:hAnsiTheme="majorHAnsi"/>
        </w:rPr>
        <w:t>m</w:t>
      </w:r>
      <w:r w:rsidRPr="003853A8">
        <w:rPr>
          <w:rFonts w:asciiTheme="majorHAnsi" w:hAnsiTheme="majorHAnsi"/>
        </w:rPr>
        <w:t>.</w:t>
      </w:r>
    </w:p>
    <w:p w14:paraId="177149D8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702A9538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CAB8210" w14:textId="4517E53E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346:</w:t>
      </w:r>
    </w:p>
    <w:p w14:paraId="2D51D82B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11-01-21.2, Úsek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Trebovice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v C. - C.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os.n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>., provizorní TZZ</w:t>
      </w:r>
      <w:r w:rsidRPr="003853A8">
        <w:rPr>
          <w:rFonts w:asciiTheme="majorHAnsi" w:eastAsia="Times New Roman" w:hAnsiTheme="majorHAnsi" w:cs="Times New Roman"/>
          <w:lang w:eastAsia="cs-CZ"/>
        </w:rPr>
        <w:t>. V TZ se uvádí:</w:t>
      </w:r>
    </w:p>
    <w:p w14:paraId="37DEC569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„3.2.2.6 Kabelizace</w:t>
      </w:r>
    </w:p>
    <w:p w14:paraId="7848142C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 Vnější prvky traťového zabezpečovacího zařízení budou s vnitřním zařízením v M-PZZ</w:t>
      </w:r>
    </w:p>
    <w:p w14:paraId="003AE3AF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propojeny provizorními kabely typu TCEKPFLEY, které budou položeny v mělkých trasách a zasypány.</w:t>
      </w:r>
    </w:p>
    <w:p w14:paraId="6E3D6240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V místech přejíždění stavebními stroji budou trasy kabelů chráněny před poškozením, a to buď</w:t>
      </w:r>
    </w:p>
    <w:p w14:paraId="46FED517" w14:textId="05EBD8F1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zahloubením kabelové trasy s vedením kabelů v chráničkách, nebo budou kabelové trasy překryty betonovými silničními panely.</w:t>
      </w:r>
    </w:p>
    <w:p w14:paraId="3941BA28" w14:textId="43EE4FB2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Pro návaznost TZZ na M-PZZ budou použity jednak metalické kabely typu TCEKPFLEY nebo</w:t>
      </w:r>
    </w:p>
    <w:p w14:paraId="7F270236" w14:textId="0D89DEA4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optické kabely. Propojení zadávacího pracoviště JOP v provizorní DK s mobilními buňkami M-PZZ bude také metalickými kabely typu TCEKPFLEY nebo optickými kabely.</w:t>
      </w:r>
    </w:p>
    <w:p w14:paraId="168CE0A8" w14:textId="7D2F02C8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V dokumentaci tohoto PS je schematický plán kabelů 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v.č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0701. Kabelové trasy a kabely budou</w:t>
      </w:r>
    </w:p>
    <w:p w14:paraId="35935D6E" w14:textId="77777777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>během stavebních postupů překládány a doplňovány podle potřeby.“</w:t>
      </w:r>
    </w:p>
    <w:p w14:paraId="4AA973A8" w14:textId="71741AFA" w:rsidR="00FF3BE5" w:rsidRPr="003853A8" w:rsidRDefault="00E03CE4" w:rsidP="00D6100C">
      <w:pPr>
        <w:spacing w:after="0"/>
        <w:jc w:val="both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Times New Roman" w:hAnsiTheme="majorHAnsi" w:cs="Times New Roman"/>
          <w:lang w:eastAsia="cs-CZ"/>
        </w:rPr>
        <w:t xml:space="preserve">Dokumentace této části neobsahuje žádné schéma kabelů a soupis prací neobsahuje žádné dodávky, či pokládky provizorní kabelizace, ani zemní práce. Chápeme správně, že vzhledem k absenci uvedené zadávací dokumentace jsou </w:t>
      </w:r>
      <w:bookmarkStart w:id="2" w:name="_Hlk178752819"/>
      <w:r w:rsidRPr="003853A8">
        <w:rPr>
          <w:rFonts w:asciiTheme="majorHAnsi" w:eastAsia="Times New Roman" w:hAnsiTheme="majorHAnsi" w:cs="Times New Roman"/>
          <w:lang w:eastAsia="cs-CZ"/>
        </w:rPr>
        <w:t>závazným podkladem jen položky soupisu prací, a s těmi se bude v rámci realizace pracovat dle aktuálního (realizačního) poznání</w:t>
      </w:r>
      <w:bookmarkEnd w:id="2"/>
      <w:r w:rsidRPr="003853A8">
        <w:rPr>
          <w:rFonts w:asciiTheme="majorHAnsi" w:eastAsia="Times New Roman" w:hAnsiTheme="majorHAnsi" w:cs="Times New Roman"/>
          <w:lang w:eastAsia="cs-CZ"/>
        </w:rPr>
        <w:t>?</w:t>
      </w:r>
    </w:p>
    <w:p w14:paraId="0F6DD2F3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1C6D7AF" w14:textId="58F378CA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A01EC7E" w14:textId="7ED38E7F" w:rsidR="00F437A4" w:rsidRPr="003853A8" w:rsidRDefault="00B936FC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Ano,</w:t>
      </w:r>
      <w:r w:rsidR="006E116F" w:rsidRPr="003853A8">
        <w:rPr>
          <w:rFonts w:asciiTheme="majorHAnsi" w:hAnsiTheme="majorHAnsi"/>
        </w:rPr>
        <w:t xml:space="preserve"> závazným podkladem </w:t>
      </w:r>
      <w:r w:rsidR="00F75622" w:rsidRPr="003853A8">
        <w:rPr>
          <w:rFonts w:asciiTheme="majorHAnsi" w:hAnsiTheme="majorHAnsi"/>
        </w:rPr>
        <w:t>jsou</w:t>
      </w:r>
      <w:r w:rsidR="006E116F" w:rsidRPr="003853A8">
        <w:rPr>
          <w:rFonts w:asciiTheme="majorHAnsi" w:hAnsiTheme="majorHAnsi"/>
        </w:rPr>
        <w:t xml:space="preserve"> položky soupisu prací, a s těmi se bude v rámci realizace pracovat dle aktuálního (realizačního) poznání.</w:t>
      </w:r>
      <w:r w:rsidRPr="003853A8">
        <w:rPr>
          <w:rFonts w:asciiTheme="majorHAnsi" w:hAnsiTheme="majorHAnsi"/>
        </w:rPr>
        <w:t xml:space="preserve"> </w:t>
      </w:r>
    </w:p>
    <w:p w14:paraId="73CAE00F" w14:textId="48CDCB6D" w:rsidR="0008211F" w:rsidRPr="003853A8" w:rsidRDefault="0008211F" w:rsidP="00D6100C">
      <w:pPr>
        <w:spacing w:after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3853A8">
        <w:rPr>
          <w:rFonts w:asciiTheme="majorHAnsi" w:hAnsiTheme="majorHAnsi"/>
          <w:b/>
          <w:bCs/>
        </w:rPr>
        <w:t>Byla opravena příloha 1.001.</w:t>
      </w:r>
    </w:p>
    <w:p w14:paraId="62BF8384" w14:textId="03426788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258A892D" w14:textId="77777777" w:rsidR="00AF19C0" w:rsidRPr="003853A8" w:rsidRDefault="00AF19C0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68255018" w14:textId="7BDE509B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>Dotaz č. 347:</w:t>
      </w:r>
    </w:p>
    <w:p w14:paraId="7963FAF8" w14:textId="13F21D89" w:rsidR="00E03CE4" w:rsidRPr="003853A8" w:rsidRDefault="00E03CE4" w:rsidP="00D6100C">
      <w:pPr>
        <w:spacing w:after="0"/>
        <w:jc w:val="both"/>
        <w:rPr>
          <w:rFonts w:asciiTheme="majorHAnsi" w:eastAsia="Times New Roman" w:hAnsiTheme="majorHAnsi" w:cs="Times New Roman"/>
          <w:lang w:eastAsia="cs-CZ"/>
        </w:rPr>
      </w:pPr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PS 28-01-11, ŽST Dlouhá </w:t>
      </w:r>
      <w:proofErr w:type="spellStart"/>
      <w:r w:rsidRPr="003853A8">
        <w:rPr>
          <w:rFonts w:asciiTheme="majorHAnsi" w:eastAsia="Times New Roman" w:hAnsiTheme="majorHAnsi" w:cs="Times New Roman"/>
          <w:b/>
          <w:lang w:eastAsia="cs-CZ"/>
        </w:rPr>
        <w:t>Trebová</w:t>
      </w:r>
      <w:proofErr w:type="spellEnd"/>
      <w:r w:rsidRPr="003853A8">
        <w:rPr>
          <w:rFonts w:asciiTheme="majorHAnsi" w:eastAsia="Times New Roman" w:hAnsiTheme="majorHAnsi" w:cs="Times New Roman"/>
          <w:b/>
          <w:lang w:eastAsia="cs-CZ"/>
        </w:rPr>
        <w:t xml:space="preserve">, úprava SZZ. </w:t>
      </w:r>
      <w:r w:rsidRPr="003853A8">
        <w:rPr>
          <w:rFonts w:asciiTheme="majorHAnsi" w:eastAsia="Times New Roman" w:hAnsiTheme="majorHAnsi" w:cs="Times New Roman"/>
          <w:lang w:eastAsia="cs-CZ"/>
        </w:rPr>
        <w:t>Dle předpokládaných úprav v </w:t>
      </w:r>
      <w:proofErr w:type="spellStart"/>
      <w:r w:rsidRPr="003853A8">
        <w:rPr>
          <w:rFonts w:asciiTheme="majorHAnsi" w:eastAsia="Times New Roman" w:hAnsiTheme="majorHAnsi" w:cs="Times New Roman"/>
          <w:lang w:eastAsia="cs-CZ"/>
        </w:rPr>
        <w:t>žst</w:t>
      </w:r>
      <w:proofErr w:type="spellEnd"/>
      <w:r w:rsidRPr="003853A8">
        <w:rPr>
          <w:rFonts w:asciiTheme="majorHAnsi" w:eastAsia="Times New Roman" w:hAnsiTheme="majorHAnsi" w:cs="Times New Roman"/>
          <w:lang w:eastAsia="cs-CZ"/>
        </w:rPr>
        <w:t>. očekáváme potřebu nového protokolu UTZ. V soupisu prací se nenachází odpovídající položka. Žádáme zadavatele o prověření.</w:t>
      </w:r>
    </w:p>
    <w:p w14:paraId="4DB630C4" w14:textId="77777777" w:rsidR="00AF19C0" w:rsidRPr="003853A8" w:rsidRDefault="00AF19C0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3FBA741" w14:textId="4EBD42BD" w:rsidR="00FF3BE5" w:rsidRPr="003853A8" w:rsidRDefault="00FF3BE5" w:rsidP="00D6100C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3853A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A16ACC9" w14:textId="77777777" w:rsidR="00C337BB" w:rsidRPr="003853A8" w:rsidRDefault="00C337BB" w:rsidP="00D6100C">
      <w:pPr>
        <w:spacing w:after="0"/>
        <w:rPr>
          <w:rFonts w:asciiTheme="majorHAnsi" w:hAnsiTheme="majorHAnsi"/>
          <w:b/>
          <w:bCs/>
        </w:rPr>
      </w:pPr>
      <w:r w:rsidRPr="003853A8">
        <w:rPr>
          <w:rFonts w:asciiTheme="majorHAnsi" w:hAnsiTheme="majorHAnsi"/>
          <w:b/>
          <w:bCs/>
        </w:rPr>
        <w:t>Byl upraven soupis prací.</w:t>
      </w:r>
    </w:p>
    <w:p w14:paraId="12EF70E4" w14:textId="618D420A" w:rsidR="00C337BB" w:rsidRPr="003853A8" w:rsidRDefault="00C337BB" w:rsidP="00D6100C">
      <w:pPr>
        <w:spacing w:after="0"/>
        <w:rPr>
          <w:rFonts w:asciiTheme="majorHAnsi" w:hAnsiTheme="majorHAnsi"/>
        </w:rPr>
      </w:pPr>
      <w:r w:rsidRPr="003853A8">
        <w:rPr>
          <w:rFonts w:asciiTheme="majorHAnsi" w:hAnsiTheme="majorHAnsi"/>
        </w:rPr>
        <w:t>Byla doplněna položka č. 4 (75E1C7) v množství 2 KUS pro provizorní a definitivní stav.</w:t>
      </w:r>
    </w:p>
    <w:p w14:paraId="2C111CB2" w14:textId="77777777" w:rsidR="00FF3BE5" w:rsidRPr="003853A8" w:rsidRDefault="00FF3BE5" w:rsidP="00D6100C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</w:p>
    <w:p w14:paraId="35A4B334" w14:textId="77777777" w:rsidR="00FF3BE5" w:rsidRPr="00AF19C0" w:rsidRDefault="00FF3BE5" w:rsidP="00D6100C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ACDDA1C" w14:textId="77777777" w:rsidR="00664163" w:rsidRPr="00BD5319" w:rsidRDefault="00664163" w:rsidP="00AF19C0">
      <w:pPr>
        <w:spacing w:after="0"/>
        <w:rPr>
          <w:rFonts w:eastAsia="Times New Roman" w:cs="Times New Roman"/>
          <w:lang w:eastAsia="cs-CZ"/>
        </w:rPr>
      </w:pPr>
    </w:p>
    <w:p w14:paraId="36353B3D" w14:textId="031D00DB" w:rsidR="00664163" w:rsidRDefault="00664163" w:rsidP="00AF19C0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</w:t>
      </w:r>
      <w:r w:rsidRPr="003853A8">
        <w:rPr>
          <w:rFonts w:eastAsia="Times New Roman" w:cs="Times New Roman"/>
          <w:lang w:eastAsia="cs-CZ"/>
        </w:rPr>
        <w:t xml:space="preserve">postupuje zadavatel v souladu s </w:t>
      </w:r>
      <w:proofErr w:type="spellStart"/>
      <w:r w:rsidRPr="003853A8">
        <w:rPr>
          <w:rFonts w:eastAsia="Times New Roman" w:cs="Times New Roman"/>
          <w:lang w:eastAsia="cs-CZ"/>
        </w:rPr>
        <w:t>ust</w:t>
      </w:r>
      <w:proofErr w:type="spellEnd"/>
      <w:r w:rsidRPr="003853A8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F19C0" w:rsidRPr="003853A8">
        <w:rPr>
          <w:rFonts w:eastAsia="Times New Roman" w:cs="Times New Roman"/>
          <w:lang w:eastAsia="cs-CZ"/>
        </w:rPr>
        <w:t>1</w:t>
      </w:r>
      <w:r w:rsidR="003853A8" w:rsidRPr="003853A8">
        <w:rPr>
          <w:rFonts w:eastAsia="Times New Roman" w:cs="Times New Roman"/>
          <w:lang w:eastAsia="cs-CZ"/>
        </w:rPr>
        <w:t>5</w:t>
      </w:r>
      <w:r w:rsidR="00AF19C0" w:rsidRPr="003853A8">
        <w:rPr>
          <w:rFonts w:eastAsia="Times New Roman" w:cs="Times New Roman"/>
          <w:lang w:eastAsia="cs-CZ"/>
        </w:rPr>
        <w:t>. 10. 2024</w:t>
      </w:r>
      <w:r w:rsidRPr="003853A8">
        <w:rPr>
          <w:rFonts w:eastAsia="Times New Roman" w:cs="Times New Roman"/>
          <w:lang w:eastAsia="cs-CZ"/>
        </w:rPr>
        <w:t xml:space="preserve"> na den </w:t>
      </w:r>
      <w:r w:rsidR="003853A8" w:rsidRPr="003853A8">
        <w:rPr>
          <w:rFonts w:eastAsia="Times New Roman" w:cs="Times New Roman"/>
          <w:b/>
          <w:lang w:eastAsia="cs-CZ"/>
        </w:rPr>
        <w:t>16. 10. 2024</w:t>
      </w:r>
      <w:r w:rsidRPr="003853A8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D6100C">
      <w:pPr>
        <w:pStyle w:val="Odstavecseseznamem"/>
        <w:spacing w:after="0"/>
        <w:jc w:val="both"/>
        <w:rPr>
          <w:rFonts w:eastAsia="Times New Roman" w:cs="Times New Roman"/>
          <w:lang w:eastAsia="cs-CZ"/>
        </w:rPr>
      </w:pPr>
    </w:p>
    <w:p w14:paraId="6B8BD68C" w14:textId="77777777" w:rsidR="00664163" w:rsidRDefault="00664163" w:rsidP="00D6100C">
      <w:pPr>
        <w:spacing w:after="0"/>
        <w:rPr>
          <w:rFonts w:eastAsia="Times New Roman" w:cs="Times New Roman"/>
          <w:b/>
          <w:lang w:eastAsia="cs-CZ"/>
        </w:rPr>
      </w:pPr>
    </w:p>
    <w:p w14:paraId="58F6D20B" w14:textId="727CA720" w:rsidR="00664163" w:rsidRPr="00BD5319" w:rsidRDefault="00664163" w:rsidP="00D6100C">
      <w:pPr>
        <w:spacing w:after="0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060C6D" w:rsidRPr="00F652BF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3853A8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853A8">
        <w:rPr>
          <w:rFonts w:eastAsia="Times New Roman" w:cs="Times New Roman"/>
          <w:bCs/>
          <w:lang w:eastAsia="cs-CZ"/>
        </w:rPr>
        <w:t>Oddíl</w:t>
      </w:r>
      <w:r w:rsidRPr="003853A8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7075393A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3853A8">
        <w:rPr>
          <w:rFonts w:eastAsia="Times New Roman" w:cs="Times New Roman"/>
          <w:lang w:eastAsia="cs-CZ"/>
        </w:rPr>
        <w:t xml:space="preserve">rušíme datum </w:t>
      </w:r>
      <w:r w:rsidR="003853A8" w:rsidRPr="003853A8">
        <w:rPr>
          <w:rFonts w:eastAsia="Times New Roman" w:cs="Times New Roman"/>
          <w:lang w:eastAsia="cs-CZ"/>
        </w:rPr>
        <w:t>15.10.2024</w:t>
      </w:r>
      <w:r w:rsidRPr="003853A8">
        <w:rPr>
          <w:rFonts w:eastAsia="Times New Roman" w:cs="Times New Roman"/>
          <w:lang w:eastAsia="cs-CZ"/>
        </w:rPr>
        <w:t xml:space="preserve"> a </w:t>
      </w:r>
      <w:r w:rsidRPr="003853A8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853A8" w:rsidRPr="003853A8">
        <w:rPr>
          <w:rFonts w:eastAsia="Times New Roman" w:cs="Times New Roman"/>
          <w:b/>
          <w:bCs/>
          <w:color w:val="000000" w:themeColor="text1"/>
          <w:lang w:eastAsia="cs-CZ"/>
        </w:rPr>
        <w:t>16.10.2024</w:t>
      </w:r>
      <w:r w:rsidRPr="003853A8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A6528B8" w14:textId="5C214800" w:rsidR="00664163" w:rsidRPr="003853A8" w:rsidRDefault="00664163" w:rsidP="003853A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4179512" w14:textId="03D4116E" w:rsidR="005356FB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/>
          <w:bCs/>
          <w:lang w:eastAsia="cs-CZ"/>
        </w:rPr>
        <w:lastRenderedPageBreak/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EB75B62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PS 11-01-21.2 1.001-1.10.2024.pdf</w:t>
      </w:r>
    </w:p>
    <w:p w14:paraId="5B39CA44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PS 14-01-21 2.701-1.10.2024.pdf</w:t>
      </w:r>
    </w:p>
    <w:p w14:paraId="531182B8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PS 14-01-21 2.702-1.10.2024.pdf</w:t>
      </w:r>
    </w:p>
    <w:p w14:paraId="61D0BBE3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PS 24-01-11.1_2.701_1.10.2024.pdf</w:t>
      </w:r>
    </w:p>
    <w:p w14:paraId="1FC4D4A6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PS 24-01-11.1_2.702_1.10.2024.pdf</w:t>
      </w:r>
    </w:p>
    <w:p w14:paraId="5D1EAE55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XDC_Ceska-Trebova-cast1-zm20-20241002.xml</w:t>
      </w:r>
    </w:p>
    <w:p w14:paraId="7D12DE66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XDC_Ceska-Trebova-cast2-zm20-20241002.xml</w:t>
      </w:r>
    </w:p>
    <w:p w14:paraId="57EAE1FE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XLS_Ceska-Trebova-cast1-zm20-20241002.xlsx</w:t>
      </w:r>
    </w:p>
    <w:p w14:paraId="68ECBFB0" w14:textId="77777777" w:rsidR="005356FB" w:rsidRPr="003853A8" w:rsidRDefault="005356FB" w:rsidP="005356F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853A8">
        <w:rPr>
          <w:rFonts w:eastAsia="Calibri" w:cs="Times New Roman"/>
          <w:bCs/>
          <w:lang w:eastAsia="cs-CZ"/>
        </w:rPr>
        <w:t>XLS_Ceska-Trebova-cast2-zm20-20241002.xlsx</w:t>
      </w:r>
    </w:p>
    <w:p w14:paraId="69DD2A99" w14:textId="77777777" w:rsidR="005356FB" w:rsidRPr="00BD5319" w:rsidRDefault="005356FB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7DF781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53A8">
        <w:rPr>
          <w:rFonts w:eastAsia="Calibri" w:cs="Times New Roman"/>
          <w:lang w:eastAsia="cs-CZ"/>
        </w:rPr>
        <w:t xml:space="preserve">V Olomouci dne </w:t>
      </w:r>
      <w:r w:rsidR="003853A8" w:rsidRPr="003853A8">
        <w:rPr>
          <w:rFonts w:eastAsia="Calibri" w:cs="Times New Roman"/>
          <w:lang w:eastAsia="cs-CZ"/>
        </w:rPr>
        <w:t>2. 10. 2024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3853A8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853A8">
        <w:rPr>
          <w:rFonts w:eastAsia="Times New Roman" w:cs="Times New Roman"/>
          <w:b/>
          <w:bCs/>
          <w:lang w:eastAsia="cs-CZ"/>
        </w:rPr>
        <w:t>Ing. Miroslav Bocák</w:t>
      </w:r>
      <w:r w:rsidRPr="003853A8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3853A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853A8">
        <w:rPr>
          <w:rFonts w:eastAsia="Times New Roman" w:cs="Times New Roman"/>
          <w:lang w:eastAsia="cs-CZ"/>
        </w:rPr>
        <w:t>ředitel organizační jednotky</w:t>
      </w:r>
      <w:r w:rsidRPr="003853A8">
        <w:rPr>
          <w:rFonts w:eastAsia="Times New Roman" w:cs="Times New Roman"/>
          <w:lang w:eastAsia="cs-CZ"/>
        </w:rPr>
        <w:tab/>
      </w:r>
    </w:p>
    <w:p w14:paraId="5DEDC136" w14:textId="77777777" w:rsidR="00664163" w:rsidRPr="003853A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853A8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3853A8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5EFEC" w14:textId="77777777" w:rsidR="00D6100C" w:rsidRDefault="00D6100C" w:rsidP="00962258">
      <w:pPr>
        <w:spacing w:after="0" w:line="240" w:lineRule="auto"/>
      </w:pPr>
      <w:r>
        <w:separator/>
      </w:r>
    </w:p>
  </w:endnote>
  <w:endnote w:type="continuationSeparator" w:id="0">
    <w:p w14:paraId="6573A9CD" w14:textId="77777777" w:rsidR="00D6100C" w:rsidRDefault="00D610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100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9D56861" w:rsidR="00D6100C" w:rsidRPr="00B8518B" w:rsidRDefault="00D6100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D6100C" w:rsidRDefault="00D6100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D6100C" w:rsidRDefault="00D6100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D6100C" w:rsidRDefault="00D6100C" w:rsidP="00D831A3">
          <w:pPr>
            <w:pStyle w:val="Zpat"/>
          </w:pPr>
        </w:p>
      </w:tc>
    </w:tr>
  </w:tbl>
  <w:p w14:paraId="4B4C89F7" w14:textId="77777777" w:rsidR="00D6100C" w:rsidRPr="00B8518B" w:rsidRDefault="00D6100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100C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676A87B" w:rsidR="00D6100C" w:rsidRPr="00B8518B" w:rsidRDefault="00D6100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D6100C" w:rsidRDefault="00D6100C" w:rsidP="001762FE">
          <w:pPr>
            <w:pStyle w:val="Zpat"/>
          </w:pPr>
          <w:r>
            <w:t>Správa železnic, státní organizace</w:t>
          </w:r>
        </w:p>
        <w:p w14:paraId="18A64E1B" w14:textId="77777777" w:rsidR="00D6100C" w:rsidRDefault="00D6100C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D6100C" w:rsidRDefault="00D6100C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D6100C" w:rsidRDefault="00D6100C" w:rsidP="001762FE">
          <w:pPr>
            <w:pStyle w:val="Zpat"/>
          </w:pPr>
          <w:r>
            <w:t>IČO: 709 94 234 DIČ: CZ 709 94 234</w:t>
          </w:r>
        </w:p>
        <w:p w14:paraId="51186120" w14:textId="77777777" w:rsidR="00D6100C" w:rsidRDefault="00D6100C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D6100C" w:rsidRPr="00D84AC6" w:rsidRDefault="00D6100C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D6100C" w:rsidRPr="00D84AC6" w:rsidRDefault="00D6100C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D6100C" w:rsidRPr="00D84AC6" w:rsidRDefault="00D6100C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D6100C" w:rsidRDefault="00D6100C" w:rsidP="001762FE">
          <w:pPr>
            <w:pStyle w:val="Zpat"/>
          </w:pPr>
        </w:p>
      </w:tc>
    </w:tr>
  </w:tbl>
  <w:p w14:paraId="50E20CCC" w14:textId="77777777" w:rsidR="00D6100C" w:rsidRPr="00B8518B" w:rsidRDefault="00D6100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D6100C" w:rsidRPr="00460660" w:rsidRDefault="00D6100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8FAB" w14:textId="77777777" w:rsidR="00D6100C" w:rsidRDefault="00D6100C" w:rsidP="00962258">
      <w:pPr>
        <w:spacing w:after="0" w:line="240" w:lineRule="auto"/>
      </w:pPr>
      <w:r>
        <w:separator/>
      </w:r>
    </w:p>
  </w:footnote>
  <w:footnote w:type="continuationSeparator" w:id="0">
    <w:p w14:paraId="5E8F103A" w14:textId="77777777" w:rsidR="00D6100C" w:rsidRDefault="00D610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100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D6100C" w:rsidRPr="00B8518B" w:rsidRDefault="00D610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D6100C" w:rsidRDefault="00D610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D6100C" w:rsidRPr="00D6163D" w:rsidRDefault="00D6100C" w:rsidP="00D6163D">
          <w:pPr>
            <w:pStyle w:val="Druhdokumentu"/>
          </w:pPr>
        </w:p>
      </w:tc>
    </w:tr>
  </w:tbl>
  <w:p w14:paraId="755AA0FB" w14:textId="77777777" w:rsidR="00D6100C" w:rsidRPr="00D6163D" w:rsidRDefault="00D610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100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D6100C" w:rsidRPr="00B8518B" w:rsidRDefault="00D610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D6100C" w:rsidRDefault="00D6100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D6100C" w:rsidRPr="00D6163D" w:rsidRDefault="00D6100C" w:rsidP="00FC6389">
          <w:pPr>
            <w:pStyle w:val="Druhdokumentu"/>
          </w:pPr>
        </w:p>
      </w:tc>
    </w:tr>
    <w:tr w:rsidR="00D6100C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D6100C" w:rsidRPr="00B8518B" w:rsidRDefault="00D610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D6100C" w:rsidRDefault="00D6100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D6100C" w:rsidRDefault="00D6100C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D6100C" w:rsidRPr="00D6163D" w:rsidRDefault="00D6100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D6100C" w:rsidRPr="00460660" w:rsidRDefault="00D610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FD17BE9"/>
    <w:multiLevelType w:val="hybridMultilevel"/>
    <w:tmpl w:val="71E4A0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4CCD"/>
    <w:rsid w:val="00033432"/>
    <w:rsid w:val="000335CC"/>
    <w:rsid w:val="000548B2"/>
    <w:rsid w:val="00060C6D"/>
    <w:rsid w:val="00072C1E"/>
    <w:rsid w:val="0008211F"/>
    <w:rsid w:val="000B3A82"/>
    <w:rsid w:val="000B3B32"/>
    <w:rsid w:val="000B6C7E"/>
    <w:rsid w:val="000B7907"/>
    <w:rsid w:val="000C0429"/>
    <w:rsid w:val="000C45E8"/>
    <w:rsid w:val="000D0095"/>
    <w:rsid w:val="000D7256"/>
    <w:rsid w:val="000D7440"/>
    <w:rsid w:val="000E04AD"/>
    <w:rsid w:val="00106C22"/>
    <w:rsid w:val="00114472"/>
    <w:rsid w:val="00126E93"/>
    <w:rsid w:val="00162EC0"/>
    <w:rsid w:val="00165E51"/>
    <w:rsid w:val="00170EC5"/>
    <w:rsid w:val="001747C1"/>
    <w:rsid w:val="001762FE"/>
    <w:rsid w:val="0018596A"/>
    <w:rsid w:val="001A4A88"/>
    <w:rsid w:val="001B0FEE"/>
    <w:rsid w:val="001B69C2"/>
    <w:rsid w:val="001C4DA0"/>
    <w:rsid w:val="001D659E"/>
    <w:rsid w:val="00207DF5"/>
    <w:rsid w:val="00216B3E"/>
    <w:rsid w:val="002229C8"/>
    <w:rsid w:val="002649D3"/>
    <w:rsid w:val="00267369"/>
    <w:rsid w:val="0026785D"/>
    <w:rsid w:val="0027712A"/>
    <w:rsid w:val="002812E7"/>
    <w:rsid w:val="002938DC"/>
    <w:rsid w:val="00296D39"/>
    <w:rsid w:val="002A59FE"/>
    <w:rsid w:val="002C31BF"/>
    <w:rsid w:val="002E0CD7"/>
    <w:rsid w:val="002F026B"/>
    <w:rsid w:val="00333AC5"/>
    <w:rsid w:val="00335122"/>
    <w:rsid w:val="00357BC6"/>
    <w:rsid w:val="0036438C"/>
    <w:rsid w:val="0037111D"/>
    <w:rsid w:val="003756B9"/>
    <w:rsid w:val="003853A8"/>
    <w:rsid w:val="003872C6"/>
    <w:rsid w:val="00390DC4"/>
    <w:rsid w:val="003956C6"/>
    <w:rsid w:val="003B26A4"/>
    <w:rsid w:val="003B35C8"/>
    <w:rsid w:val="003B3885"/>
    <w:rsid w:val="003E05B7"/>
    <w:rsid w:val="003E6B9A"/>
    <w:rsid w:val="003E75CE"/>
    <w:rsid w:val="003F1B4E"/>
    <w:rsid w:val="0041380F"/>
    <w:rsid w:val="0044351D"/>
    <w:rsid w:val="00445A86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B390A"/>
    <w:rsid w:val="004B5420"/>
    <w:rsid w:val="004C4399"/>
    <w:rsid w:val="004C69ED"/>
    <w:rsid w:val="004C787C"/>
    <w:rsid w:val="004F2C17"/>
    <w:rsid w:val="004F4B9B"/>
    <w:rsid w:val="005003ED"/>
    <w:rsid w:val="00501654"/>
    <w:rsid w:val="005043B3"/>
    <w:rsid w:val="00511AB9"/>
    <w:rsid w:val="00523EA7"/>
    <w:rsid w:val="005356FB"/>
    <w:rsid w:val="00542527"/>
    <w:rsid w:val="00551D1F"/>
    <w:rsid w:val="00553375"/>
    <w:rsid w:val="0056322E"/>
    <w:rsid w:val="005644EF"/>
    <w:rsid w:val="005658A6"/>
    <w:rsid w:val="005720E7"/>
    <w:rsid w:val="005722BB"/>
    <w:rsid w:val="005736B7"/>
    <w:rsid w:val="00575E5A"/>
    <w:rsid w:val="00584E2A"/>
    <w:rsid w:val="00593EE5"/>
    <w:rsid w:val="00596C7E"/>
    <w:rsid w:val="005A5F24"/>
    <w:rsid w:val="005A64E9"/>
    <w:rsid w:val="005B5EE9"/>
    <w:rsid w:val="005E6916"/>
    <w:rsid w:val="005E7FCC"/>
    <w:rsid w:val="006104F6"/>
    <w:rsid w:val="0061068E"/>
    <w:rsid w:val="0064347E"/>
    <w:rsid w:val="00651989"/>
    <w:rsid w:val="00660AD3"/>
    <w:rsid w:val="00664163"/>
    <w:rsid w:val="006A5570"/>
    <w:rsid w:val="006A689C"/>
    <w:rsid w:val="006B3879"/>
    <w:rsid w:val="006B3D79"/>
    <w:rsid w:val="006E0578"/>
    <w:rsid w:val="006E116F"/>
    <w:rsid w:val="006E314D"/>
    <w:rsid w:val="006E7F06"/>
    <w:rsid w:val="00710723"/>
    <w:rsid w:val="00712ED1"/>
    <w:rsid w:val="0071330E"/>
    <w:rsid w:val="00723873"/>
    <w:rsid w:val="00723ED1"/>
    <w:rsid w:val="00735ED4"/>
    <w:rsid w:val="00743525"/>
    <w:rsid w:val="007531A0"/>
    <w:rsid w:val="0076286B"/>
    <w:rsid w:val="00764595"/>
    <w:rsid w:val="00765447"/>
    <w:rsid w:val="00766846"/>
    <w:rsid w:val="0077673A"/>
    <w:rsid w:val="00777D28"/>
    <w:rsid w:val="007846E1"/>
    <w:rsid w:val="007B570C"/>
    <w:rsid w:val="007C4F87"/>
    <w:rsid w:val="007E4A6E"/>
    <w:rsid w:val="007F56A7"/>
    <w:rsid w:val="007F626E"/>
    <w:rsid w:val="00807DD0"/>
    <w:rsid w:val="00813F11"/>
    <w:rsid w:val="00882073"/>
    <w:rsid w:val="008841FB"/>
    <w:rsid w:val="0088472C"/>
    <w:rsid w:val="00891334"/>
    <w:rsid w:val="008A30F8"/>
    <w:rsid w:val="008A3568"/>
    <w:rsid w:val="008A6AF8"/>
    <w:rsid w:val="008D03B9"/>
    <w:rsid w:val="008D7022"/>
    <w:rsid w:val="008F18D6"/>
    <w:rsid w:val="00904780"/>
    <w:rsid w:val="009113A8"/>
    <w:rsid w:val="00911B54"/>
    <w:rsid w:val="009135FB"/>
    <w:rsid w:val="009172D5"/>
    <w:rsid w:val="00922385"/>
    <w:rsid w:val="009223DF"/>
    <w:rsid w:val="00926296"/>
    <w:rsid w:val="00936091"/>
    <w:rsid w:val="00940D8A"/>
    <w:rsid w:val="00953B2A"/>
    <w:rsid w:val="00962258"/>
    <w:rsid w:val="009678B7"/>
    <w:rsid w:val="009809EA"/>
    <w:rsid w:val="00982411"/>
    <w:rsid w:val="00982F78"/>
    <w:rsid w:val="00992D9C"/>
    <w:rsid w:val="00996CB8"/>
    <w:rsid w:val="009A32F6"/>
    <w:rsid w:val="009A7568"/>
    <w:rsid w:val="009B2E97"/>
    <w:rsid w:val="009B3C69"/>
    <w:rsid w:val="009B6E57"/>
    <w:rsid w:val="009B72CC"/>
    <w:rsid w:val="009C34CD"/>
    <w:rsid w:val="009C7B39"/>
    <w:rsid w:val="009D03CB"/>
    <w:rsid w:val="009E07F4"/>
    <w:rsid w:val="009E24DE"/>
    <w:rsid w:val="009F392E"/>
    <w:rsid w:val="00A02302"/>
    <w:rsid w:val="00A0337D"/>
    <w:rsid w:val="00A12BB2"/>
    <w:rsid w:val="00A25ED7"/>
    <w:rsid w:val="00A3002F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5C76"/>
    <w:rsid w:val="00AD6731"/>
    <w:rsid w:val="00AE1DDE"/>
    <w:rsid w:val="00AF19C0"/>
    <w:rsid w:val="00B12033"/>
    <w:rsid w:val="00B125F8"/>
    <w:rsid w:val="00B15B5E"/>
    <w:rsid w:val="00B15D0D"/>
    <w:rsid w:val="00B23CA3"/>
    <w:rsid w:val="00B344CC"/>
    <w:rsid w:val="00B3491A"/>
    <w:rsid w:val="00B35D97"/>
    <w:rsid w:val="00B42FE1"/>
    <w:rsid w:val="00B45E9E"/>
    <w:rsid w:val="00B55F9C"/>
    <w:rsid w:val="00B749E3"/>
    <w:rsid w:val="00B75EE1"/>
    <w:rsid w:val="00B77481"/>
    <w:rsid w:val="00B8518B"/>
    <w:rsid w:val="00B936FC"/>
    <w:rsid w:val="00BB3740"/>
    <w:rsid w:val="00BD5319"/>
    <w:rsid w:val="00BD712C"/>
    <w:rsid w:val="00BD7E91"/>
    <w:rsid w:val="00BE4EC5"/>
    <w:rsid w:val="00BE6A8C"/>
    <w:rsid w:val="00BE75D3"/>
    <w:rsid w:val="00BF374D"/>
    <w:rsid w:val="00BF6D48"/>
    <w:rsid w:val="00C02D0A"/>
    <w:rsid w:val="00C03A6E"/>
    <w:rsid w:val="00C064C5"/>
    <w:rsid w:val="00C30759"/>
    <w:rsid w:val="00C337BB"/>
    <w:rsid w:val="00C44F6A"/>
    <w:rsid w:val="00C5715A"/>
    <w:rsid w:val="00C727E5"/>
    <w:rsid w:val="00C8207D"/>
    <w:rsid w:val="00CB3833"/>
    <w:rsid w:val="00CB7B5A"/>
    <w:rsid w:val="00CC1E2B"/>
    <w:rsid w:val="00CD07B0"/>
    <w:rsid w:val="00CD1FC4"/>
    <w:rsid w:val="00CE060C"/>
    <w:rsid w:val="00CE0943"/>
    <w:rsid w:val="00CE371D"/>
    <w:rsid w:val="00D02A4D"/>
    <w:rsid w:val="00D21061"/>
    <w:rsid w:val="00D31450"/>
    <w:rsid w:val="00D316A7"/>
    <w:rsid w:val="00D3550F"/>
    <w:rsid w:val="00D4108E"/>
    <w:rsid w:val="00D456DC"/>
    <w:rsid w:val="00D548C8"/>
    <w:rsid w:val="00D601E7"/>
    <w:rsid w:val="00D6100C"/>
    <w:rsid w:val="00D6163D"/>
    <w:rsid w:val="00D63009"/>
    <w:rsid w:val="00D743B8"/>
    <w:rsid w:val="00D74ABC"/>
    <w:rsid w:val="00D831A3"/>
    <w:rsid w:val="00D902AD"/>
    <w:rsid w:val="00D90EC8"/>
    <w:rsid w:val="00DA2436"/>
    <w:rsid w:val="00DA6FFE"/>
    <w:rsid w:val="00DA7DFB"/>
    <w:rsid w:val="00DC3110"/>
    <w:rsid w:val="00DD46F3"/>
    <w:rsid w:val="00DD58A6"/>
    <w:rsid w:val="00DE56F2"/>
    <w:rsid w:val="00DE6334"/>
    <w:rsid w:val="00DF116D"/>
    <w:rsid w:val="00E03CE4"/>
    <w:rsid w:val="00E10710"/>
    <w:rsid w:val="00E32E39"/>
    <w:rsid w:val="00E422A4"/>
    <w:rsid w:val="00E60753"/>
    <w:rsid w:val="00E76BBF"/>
    <w:rsid w:val="00E824F1"/>
    <w:rsid w:val="00EB104F"/>
    <w:rsid w:val="00ED14BD"/>
    <w:rsid w:val="00EE0E18"/>
    <w:rsid w:val="00EE2193"/>
    <w:rsid w:val="00F01440"/>
    <w:rsid w:val="00F12DEC"/>
    <w:rsid w:val="00F1715C"/>
    <w:rsid w:val="00F27DEF"/>
    <w:rsid w:val="00F310F8"/>
    <w:rsid w:val="00F31794"/>
    <w:rsid w:val="00F35939"/>
    <w:rsid w:val="00F437A4"/>
    <w:rsid w:val="00F45607"/>
    <w:rsid w:val="00F64786"/>
    <w:rsid w:val="00F659EB"/>
    <w:rsid w:val="00F65D93"/>
    <w:rsid w:val="00F75622"/>
    <w:rsid w:val="00F766E4"/>
    <w:rsid w:val="00F804A7"/>
    <w:rsid w:val="00F862D6"/>
    <w:rsid w:val="00F86BA6"/>
    <w:rsid w:val="00F958DD"/>
    <w:rsid w:val="00FC16F3"/>
    <w:rsid w:val="00FC4B86"/>
    <w:rsid w:val="00FC6389"/>
    <w:rsid w:val="00FD2F51"/>
    <w:rsid w:val="00FD4A2E"/>
    <w:rsid w:val="00FE3455"/>
    <w:rsid w:val="00FF3BE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96D30D-DA6D-4539-9902-8196945E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782</TotalTime>
  <Pages>12</Pages>
  <Words>3601</Words>
  <Characters>21251</Characters>
  <Application>Microsoft Office Word</Application>
  <DocSecurity>0</DocSecurity>
  <Lines>177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76</cp:revision>
  <cp:lastPrinted>2019-02-22T13:28:00Z</cp:lastPrinted>
  <dcterms:created xsi:type="dcterms:W3CDTF">2024-03-21T11:51:00Z</dcterms:created>
  <dcterms:modified xsi:type="dcterms:W3CDTF">2024-10-02T08:30:00Z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